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20FF7" w14:textId="77777777" w:rsidR="006A4E50" w:rsidRDefault="006A4E50" w:rsidP="006A4E5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nr 7/2023</w:t>
      </w:r>
    </w:p>
    <w:p w14:paraId="7EAB4ADF" w14:textId="77777777" w:rsidR="006A4E50" w:rsidRDefault="006A4E50" w:rsidP="006A4E5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0C644C8B" w14:textId="4644F93F" w:rsidR="006A4E50" w:rsidRDefault="006A4E50" w:rsidP="006A4E5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6D14DF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6D14DF">
        <w:rPr>
          <w:rFonts w:ascii="Corbel" w:hAnsi="Corbel"/>
          <w:b/>
          <w:smallCaps/>
          <w:sz w:val="24"/>
          <w:szCs w:val="24"/>
        </w:rPr>
        <w:t>8</w:t>
      </w:r>
    </w:p>
    <w:p w14:paraId="7ED929F6" w14:textId="77777777" w:rsidR="006A4E50" w:rsidRDefault="006A4E50" w:rsidP="006A4E50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E9F4780" w14:textId="3846B112" w:rsidR="006A4E50" w:rsidRPr="00EA4832" w:rsidRDefault="006A4E50" w:rsidP="006A4E50">
      <w:pPr>
        <w:spacing w:after="0" w:line="36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6D14DF">
        <w:rPr>
          <w:rFonts w:ascii="Corbel" w:hAnsi="Corbel"/>
          <w:sz w:val="20"/>
          <w:szCs w:val="20"/>
        </w:rPr>
        <w:t>7</w:t>
      </w:r>
      <w:r>
        <w:rPr>
          <w:rFonts w:ascii="Corbel" w:hAnsi="Corbel"/>
          <w:sz w:val="20"/>
          <w:szCs w:val="20"/>
        </w:rPr>
        <w:t>/202</w:t>
      </w:r>
      <w:r w:rsidR="006D14DF">
        <w:rPr>
          <w:rFonts w:ascii="Corbel" w:hAnsi="Corbel"/>
          <w:sz w:val="20"/>
          <w:szCs w:val="20"/>
        </w:rPr>
        <w:t>8</w:t>
      </w: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38BD209" w14:textId="77777777" w:rsidTr="006D14DF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69A1171" w14:textId="77777777" w:rsidR="0085747A" w:rsidRPr="000A100D" w:rsidRDefault="3C98B8EF" w:rsidP="6ED4AA49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6ED4AA49">
              <w:rPr>
                <w:rFonts w:ascii="Corbel" w:hAnsi="Corbel"/>
                <w:bCs/>
                <w:color w:val="auto"/>
                <w:sz w:val="24"/>
                <w:szCs w:val="24"/>
              </w:rPr>
              <w:t>Służby specjalne</w:t>
            </w:r>
            <w:r w:rsidR="375789DE" w:rsidRPr="6ED4AA49">
              <w:rPr>
                <w:rFonts w:ascii="Corbel" w:hAnsi="Corbel"/>
                <w:bCs/>
                <w:color w:val="auto"/>
                <w:sz w:val="24"/>
                <w:szCs w:val="24"/>
              </w:rPr>
              <w:t xml:space="preserve"> w stosunkach międzynarodowych</w:t>
            </w:r>
          </w:p>
        </w:tc>
      </w:tr>
      <w:tr w:rsidR="0085747A" w:rsidRPr="009C54AE" w14:paraId="0C44E7BD" w14:textId="77777777" w:rsidTr="006D14DF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F46A78A" w14:textId="77777777" w:rsidR="0085747A" w:rsidRPr="000A100D" w:rsidRDefault="00EF7E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</w:t>
            </w:r>
            <w:r w:rsidR="00EB169F">
              <w:rPr>
                <w:rFonts w:ascii="Corbel" w:hAnsi="Corbel"/>
                <w:b w:val="0"/>
                <w:sz w:val="24"/>
                <w:szCs w:val="24"/>
              </w:rPr>
              <w:t>59</w:t>
            </w:r>
          </w:p>
        </w:tc>
      </w:tr>
      <w:tr w:rsidR="006D14DF" w:rsidRPr="009C54AE" w14:paraId="5C0172EC" w14:textId="77777777" w:rsidTr="006D14DF">
        <w:tc>
          <w:tcPr>
            <w:tcW w:w="2694" w:type="dxa"/>
            <w:vAlign w:val="center"/>
          </w:tcPr>
          <w:p w14:paraId="249A5C16" w14:textId="77777777" w:rsidR="006D14DF" w:rsidRPr="009C54AE" w:rsidRDefault="006D14DF" w:rsidP="006D14D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</w:tcPr>
          <w:p w14:paraId="7E3E3000" w14:textId="008691FA" w:rsidR="006D14DF" w:rsidRPr="006D14DF" w:rsidRDefault="006D14DF" w:rsidP="006D14D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000000" w:themeColor="text1"/>
                <w:sz w:val="24"/>
                <w:szCs w:val="24"/>
              </w:rPr>
            </w:pPr>
            <w:r w:rsidRPr="006D14DF">
              <w:rPr>
                <w:rFonts w:ascii="Corbel" w:hAnsi="Corbel"/>
                <w:b w:val="0"/>
                <w:bCs/>
                <w:sz w:val="24"/>
                <w:szCs w:val="24"/>
              </w:rPr>
              <w:t>Wydział Nauk Społecznych</w:t>
            </w:r>
          </w:p>
        </w:tc>
      </w:tr>
      <w:tr w:rsidR="006D14DF" w:rsidRPr="009C54AE" w14:paraId="4FEDF307" w14:textId="77777777" w:rsidTr="006D14DF">
        <w:tc>
          <w:tcPr>
            <w:tcW w:w="2694" w:type="dxa"/>
            <w:vAlign w:val="center"/>
          </w:tcPr>
          <w:p w14:paraId="0A39E105" w14:textId="77777777" w:rsidR="006D14DF" w:rsidRPr="009C54AE" w:rsidRDefault="006D14DF" w:rsidP="006D14D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56BCBDC3" w14:textId="604DCFC3" w:rsidR="006D14DF" w:rsidRPr="006D14DF" w:rsidRDefault="006D14DF" w:rsidP="006D14D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000000" w:themeColor="text1"/>
                <w:sz w:val="24"/>
                <w:szCs w:val="24"/>
              </w:rPr>
            </w:pPr>
            <w:r w:rsidRPr="006D14DF">
              <w:rPr>
                <w:rFonts w:ascii="Corbel" w:hAnsi="Corbel"/>
                <w:b w:val="0"/>
                <w:bCs/>
                <w:sz w:val="24"/>
                <w:szCs w:val="24"/>
              </w:rPr>
              <w:t>Instytut Nauk o Polityce i Bezpieczeństwie</w:t>
            </w:r>
          </w:p>
        </w:tc>
      </w:tr>
      <w:tr w:rsidR="000A100D" w:rsidRPr="009C54AE" w14:paraId="58415E7B" w14:textId="77777777" w:rsidTr="006D14DF">
        <w:tc>
          <w:tcPr>
            <w:tcW w:w="2694" w:type="dxa"/>
            <w:vAlign w:val="center"/>
          </w:tcPr>
          <w:p w14:paraId="4B835047" w14:textId="77777777" w:rsidR="000A100D" w:rsidRPr="009C54AE" w:rsidRDefault="000A10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0A100D" w:rsidRPr="000A100D" w:rsidRDefault="007E4DFD" w:rsidP="00C3035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Stosunki międzynarodowe</w:t>
            </w:r>
          </w:p>
        </w:tc>
      </w:tr>
      <w:tr w:rsidR="000A100D" w:rsidRPr="009C54AE" w14:paraId="11529C0C" w14:textId="77777777" w:rsidTr="006D14DF">
        <w:tc>
          <w:tcPr>
            <w:tcW w:w="2694" w:type="dxa"/>
            <w:vAlign w:val="center"/>
          </w:tcPr>
          <w:p w14:paraId="448A1CED" w14:textId="77777777" w:rsidR="000A100D" w:rsidRPr="009C54AE" w:rsidRDefault="000A10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90E256" w14:textId="77777777" w:rsidR="000A100D" w:rsidRPr="000A100D" w:rsidRDefault="007E4DFD" w:rsidP="00C3035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 w:rsidR="00EF7EE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0A100D" w:rsidRPr="000A100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="000A100D" w:rsidRPr="009C54AE" w14:paraId="3A488BE5" w14:textId="77777777" w:rsidTr="006D14DF">
        <w:tc>
          <w:tcPr>
            <w:tcW w:w="2694" w:type="dxa"/>
            <w:vAlign w:val="center"/>
          </w:tcPr>
          <w:p w14:paraId="04C0481C" w14:textId="77777777" w:rsidR="000A100D" w:rsidRPr="009C54AE" w:rsidRDefault="000A10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0A100D" w:rsidRPr="000A100D" w:rsidRDefault="00EF7EE5" w:rsidP="00C3035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0A100D" w:rsidRPr="009C54AE" w14:paraId="0132ED40" w14:textId="77777777" w:rsidTr="006D14DF">
        <w:tc>
          <w:tcPr>
            <w:tcW w:w="2694" w:type="dxa"/>
            <w:vAlign w:val="center"/>
          </w:tcPr>
          <w:p w14:paraId="7C3992E0" w14:textId="77777777" w:rsidR="000A100D" w:rsidRPr="009C54AE" w:rsidRDefault="000A10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7FA260" w14:textId="77777777" w:rsidR="000A100D" w:rsidRPr="000A100D" w:rsidRDefault="00275D8B" w:rsidP="00C3035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0A100D" w:rsidRPr="000A100D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0A100D" w:rsidRPr="009C54AE" w14:paraId="340140D4" w14:textId="77777777" w:rsidTr="006D14DF">
        <w:tc>
          <w:tcPr>
            <w:tcW w:w="2694" w:type="dxa"/>
            <w:vAlign w:val="center"/>
          </w:tcPr>
          <w:p w14:paraId="47AAF248" w14:textId="77777777" w:rsidR="000A100D" w:rsidRPr="009C54AE" w:rsidRDefault="000A10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AD4E82A" w14:textId="623F49C3" w:rsidR="000A100D" w:rsidRPr="000A100D" w:rsidRDefault="00EF7EE5" w:rsidP="00C3035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7E4DFD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D2406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/</w:t>
            </w:r>
            <w:r w:rsidR="000A100D" w:rsidRPr="000A100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E4DFD">
              <w:rPr>
                <w:rFonts w:ascii="Corbel" w:hAnsi="Corbel"/>
                <w:b w:val="0"/>
                <w:color w:val="auto"/>
                <w:sz w:val="24"/>
                <w:szCs w:val="24"/>
              </w:rPr>
              <w:t>V</w:t>
            </w:r>
          </w:p>
        </w:tc>
      </w:tr>
      <w:tr w:rsidR="000A100D" w:rsidRPr="009C54AE" w14:paraId="1F36C07E" w14:textId="77777777" w:rsidTr="006D14DF">
        <w:tc>
          <w:tcPr>
            <w:tcW w:w="2694" w:type="dxa"/>
            <w:vAlign w:val="center"/>
          </w:tcPr>
          <w:p w14:paraId="5863A118" w14:textId="77777777" w:rsidR="000A100D" w:rsidRPr="009C54AE" w:rsidRDefault="000A10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16EA4C" w14:textId="77777777" w:rsidR="000A100D" w:rsidRPr="00E32C1F" w:rsidRDefault="00EB169F" w:rsidP="00C3035E">
            <w:pPr>
              <w:pStyle w:val="Odpowiedzi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fakultatywny</w:t>
            </w:r>
          </w:p>
        </w:tc>
      </w:tr>
      <w:tr w:rsidR="000A100D" w:rsidRPr="009C54AE" w14:paraId="2786482B" w14:textId="77777777" w:rsidTr="006D14DF">
        <w:tc>
          <w:tcPr>
            <w:tcW w:w="2694" w:type="dxa"/>
            <w:vAlign w:val="center"/>
          </w:tcPr>
          <w:p w14:paraId="13A990D4" w14:textId="77777777" w:rsidR="000A100D" w:rsidRPr="009C54AE" w:rsidRDefault="000A10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0A100D" w:rsidRPr="000A100D" w:rsidRDefault="000A100D" w:rsidP="00C3035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A100D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0A100D" w:rsidRPr="009C54AE" w14:paraId="2DE0ED56" w14:textId="77777777" w:rsidTr="006D14DF">
        <w:tc>
          <w:tcPr>
            <w:tcW w:w="2694" w:type="dxa"/>
            <w:vAlign w:val="center"/>
          </w:tcPr>
          <w:p w14:paraId="69C2AF6E" w14:textId="77777777" w:rsidR="000A100D" w:rsidRPr="009C54AE" w:rsidRDefault="000A10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D9DBF0E" w14:textId="77777777" w:rsidR="000A100D" w:rsidRPr="000A100D" w:rsidRDefault="000A100D" w:rsidP="00C3035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A100D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Leszek Pawlikowicz, prof. UR</w:t>
            </w:r>
          </w:p>
        </w:tc>
      </w:tr>
      <w:tr w:rsidR="000A100D" w:rsidRPr="009C54AE" w14:paraId="095A3468" w14:textId="77777777" w:rsidTr="006D14DF">
        <w:tc>
          <w:tcPr>
            <w:tcW w:w="2694" w:type="dxa"/>
            <w:vAlign w:val="center"/>
          </w:tcPr>
          <w:p w14:paraId="471FE442" w14:textId="77777777" w:rsidR="000A100D" w:rsidRPr="009C54AE" w:rsidRDefault="000A10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614EF8" w14:textId="77777777" w:rsidR="000A100D" w:rsidRPr="000A100D" w:rsidRDefault="000A10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100D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Leszek Pawlikowicz, prof. UR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F05BA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8DA35E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6A7893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A05A80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5"/>
        <w:gridCol w:w="855"/>
        <w:gridCol w:w="885"/>
        <w:gridCol w:w="930"/>
        <w:gridCol w:w="750"/>
        <w:gridCol w:w="915"/>
        <w:gridCol w:w="705"/>
        <w:gridCol w:w="885"/>
        <w:gridCol w:w="953"/>
        <w:gridCol w:w="1505"/>
      </w:tblGrid>
      <w:tr w:rsidR="00015B8F" w:rsidRPr="009C54AE" w14:paraId="4A00F406" w14:textId="77777777" w:rsidTr="6ED4AA49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7C7779A" w14:textId="77777777" w:rsidTr="6ED4AA49">
        <w:trPr>
          <w:trHeight w:val="453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C343" w14:textId="77777777" w:rsidR="00015B8F" w:rsidRPr="000A100D" w:rsidRDefault="000A10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A100D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015B8F" w:rsidRPr="000A100D" w:rsidRDefault="000A10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A100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AC6" w14:textId="77777777" w:rsidR="00015B8F" w:rsidRPr="000A100D" w:rsidRDefault="000A10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A100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821B" w14:textId="4839F031" w:rsidR="00015B8F" w:rsidRPr="000A100D" w:rsidRDefault="453883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ED4AA49">
              <w:rPr>
                <w:rFonts w:ascii="Corbel" w:hAnsi="Corbel"/>
                <w:sz w:val="22"/>
                <w:szCs w:val="22"/>
              </w:rPr>
              <w:t>2</w:t>
            </w:r>
            <w:r w:rsidR="000A100D" w:rsidRPr="6ED4AA49">
              <w:rPr>
                <w:rFonts w:ascii="Corbel" w:hAnsi="Corbel"/>
                <w:sz w:val="22"/>
                <w:szCs w:val="22"/>
              </w:rPr>
              <w:t xml:space="preserve">0 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3F9" w14:textId="77777777" w:rsidR="00015B8F" w:rsidRPr="000A100D" w:rsidRDefault="000A10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A100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4808" w14:textId="77777777" w:rsidR="00015B8F" w:rsidRPr="000A100D" w:rsidRDefault="000A10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A100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2A7E" w14:textId="77777777" w:rsidR="00015B8F" w:rsidRPr="000A100D" w:rsidRDefault="000A10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A100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015B8F" w:rsidRPr="000A100D" w:rsidRDefault="000A10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A100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BB85" w14:textId="77777777" w:rsidR="00015B8F" w:rsidRPr="000A100D" w:rsidRDefault="000A10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A100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0A100D" w:rsidRDefault="007E4D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39BBE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1C8F39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32A7773" w14:textId="6810EFBA" w:rsidR="0085747A" w:rsidRPr="009C54AE" w:rsidRDefault="4A0B9BBB" w:rsidP="6ED4AA4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6ED4AA49">
        <w:rPr>
          <w:rFonts w:ascii="Corbel" w:eastAsia="MS Gothic" w:hAnsi="Corbel" w:cs="Arial"/>
          <w:b w:val="0"/>
        </w:rPr>
        <w:t xml:space="preserve">  </w:t>
      </w:r>
    </w:p>
    <w:p w14:paraId="01988DE1" w14:textId="15737F45" w:rsidR="0085747A" w:rsidRPr="009C54AE" w:rsidRDefault="4A0B9BBB" w:rsidP="6ED4AA4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6ED4AA49">
        <w:rPr>
          <w:rFonts w:ascii="Corbel" w:eastAsia="MS Gothic" w:hAnsi="Corbel" w:cs="Arial"/>
          <w:b w:val="0"/>
        </w:rPr>
        <w:t xml:space="preserve">  </w:t>
      </w:r>
      <w:r w:rsidR="000A100D" w:rsidRPr="6ED4AA49">
        <w:rPr>
          <w:rFonts w:ascii="Corbel" w:eastAsia="MS Gothic" w:hAnsi="Corbel" w:cs="Arial"/>
          <w:b w:val="0"/>
        </w:rPr>
        <w:t>x</w:t>
      </w:r>
      <w:r w:rsidR="0085747A" w:rsidRPr="6ED4AA49">
        <w:rPr>
          <w:rFonts w:ascii="Corbel" w:hAnsi="Corbel"/>
          <w:b w:val="0"/>
          <w:smallCaps w:val="0"/>
        </w:rPr>
        <w:t xml:space="preserve"> zajęcia w formie tradycyjnej 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2A3D3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97D7F3" w14:textId="5559CD7E" w:rsidR="009C54AE" w:rsidRPr="00670628" w:rsidRDefault="00E22FBC" w:rsidP="300492E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00492EE">
        <w:rPr>
          <w:rFonts w:ascii="Corbel" w:hAnsi="Corbel"/>
          <w:smallCaps w:val="0"/>
        </w:rPr>
        <w:t>1.3</w:t>
      </w:r>
      <w:r w:rsidR="006A7893" w:rsidRPr="300492EE">
        <w:rPr>
          <w:rFonts w:ascii="Corbel" w:hAnsi="Corbel"/>
          <w:smallCaps w:val="0"/>
        </w:rPr>
        <w:t>.</w:t>
      </w:r>
      <w:r w:rsidRPr="300492EE">
        <w:rPr>
          <w:rFonts w:ascii="Corbel" w:hAnsi="Corbel"/>
          <w:smallCaps w:val="0"/>
        </w:rPr>
        <w:t xml:space="preserve"> For</w:t>
      </w:r>
      <w:r w:rsidR="00445970" w:rsidRPr="300492EE">
        <w:rPr>
          <w:rFonts w:ascii="Corbel" w:hAnsi="Corbel"/>
          <w:smallCaps w:val="0"/>
        </w:rPr>
        <w:t xml:space="preserve">ma zaliczenia przedmiotu </w:t>
      </w:r>
      <w:r w:rsidRPr="300492EE">
        <w:rPr>
          <w:rFonts w:ascii="Corbel" w:hAnsi="Corbel"/>
          <w:smallCaps w:val="0"/>
        </w:rPr>
        <w:t xml:space="preserve"> </w:t>
      </w:r>
    </w:p>
    <w:p w14:paraId="555A6540" w14:textId="6B18FA4C" w:rsidR="6ED4AA49" w:rsidRDefault="6ED4AA49" w:rsidP="6ED4AA49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</w:rPr>
      </w:pPr>
    </w:p>
    <w:p w14:paraId="55D48E7E" w14:textId="77777777" w:rsidR="00A829DA" w:rsidRPr="00E32C1F" w:rsidRDefault="00A829D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E32C1F">
        <w:rPr>
          <w:rFonts w:ascii="Corbel" w:hAnsi="Corbel"/>
          <w:b w:val="0"/>
          <w:smallCaps w:val="0"/>
          <w:color w:val="000000" w:themeColor="text1"/>
          <w:szCs w:val="24"/>
        </w:rPr>
        <w:t>zaliczenie z oceną</w:t>
      </w:r>
    </w:p>
    <w:p w14:paraId="0D0B940D" w14:textId="77777777" w:rsidR="000A100D" w:rsidRDefault="000A100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27B00A" w14:textId="77777777" w:rsidR="000A100D" w:rsidRDefault="000A100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449D8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6ED4AA49">
        <w:rPr>
          <w:rFonts w:ascii="Corbel" w:hAnsi="Corbel"/>
        </w:rPr>
        <w:t>2.</w:t>
      </w:r>
      <w:r w:rsidR="006A7893" w:rsidRPr="6ED4AA49">
        <w:rPr>
          <w:rFonts w:ascii="Corbel" w:hAnsi="Corbel"/>
        </w:rPr>
        <w:t xml:space="preserve"> </w:t>
      </w:r>
      <w:r w:rsidRPr="6ED4AA49">
        <w:rPr>
          <w:rFonts w:ascii="Corbel" w:hAnsi="Corbel"/>
        </w:rPr>
        <w:t xml:space="preserve">Wymagania wstępne </w:t>
      </w:r>
    </w:p>
    <w:p w14:paraId="2655EA65" w14:textId="6CCE792A" w:rsidR="6ED4AA49" w:rsidRDefault="6ED4AA49" w:rsidP="6ED4AA49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D1B76A" w14:textId="77777777" w:rsidTr="6ED4AA49">
        <w:tc>
          <w:tcPr>
            <w:tcW w:w="9670" w:type="dxa"/>
          </w:tcPr>
          <w:p w14:paraId="60061E4C" w14:textId="18114B16" w:rsidR="0085747A" w:rsidRPr="009C54AE" w:rsidRDefault="000A100D" w:rsidP="6ED4AA4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6ED4AA49">
              <w:rPr>
                <w:rFonts w:ascii="Corbel" w:hAnsi="Corbel"/>
                <w:b w:val="0"/>
                <w:smallCaps w:val="0"/>
                <w:color w:val="000000" w:themeColor="text1"/>
              </w:rPr>
              <w:t>brak</w:t>
            </w:r>
          </w:p>
        </w:tc>
      </w:tr>
    </w:tbl>
    <w:p w14:paraId="44EAFD9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299B7A59" w:rsidR="0085747A" w:rsidRPr="00C05F44" w:rsidRDefault="0071620A" w:rsidP="300492EE">
      <w:pPr>
        <w:pStyle w:val="Punktygwne"/>
        <w:spacing w:before="0" w:after="0"/>
        <w:rPr>
          <w:rFonts w:ascii="Corbel" w:hAnsi="Corbel"/>
        </w:rPr>
      </w:pPr>
      <w:r w:rsidRPr="300492EE">
        <w:rPr>
          <w:rFonts w:ascii="Corbel" w:hAnsi="Corbel"/>
        </w:rPr>
        <w:t>3.</w:t>
      </w:r>
      <w:r w:rsidR="006A7893" w:rsidRPr="300492EE">
        <w:rPr>
          <w:rFonts w:ascii="Corbel" w:hAnsi="Corbel"/>
        </w:rPr>
        <w:t xml:space="preserve"> </w:t>
      </w:r>
      <w:r w:rsidR="00A84C85" w:rsidRPr="300492EE">
        <w:rPr>
          <w:rFonts w:ascii="Corbel" w:hAnsi="Corbel"/>
        </w:rPr>
        <w:t>cele, efekty uczenia się</w:t>
      </w:r>
      <w:r w:rsidR="0085747A" w:rsidRPr="300492EE">
        <w:rPr>
          <w:rFonts w:ascii="Corbel" w:hAnsi="Corbel"/>
        </w:rPr>
        <w:t>, treści Programowe i stosowane metody Dydaktyczne</w:t>
      </w:r>
    </w:p>
    <w:p w14:paraId="4B94D5A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6A7893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DEEC66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B407A" w14:paraId="71E65611" w14:textId="77777777" w:rsidTr="6ED4AA49">
        <w:tc>
          <w:tcPr>
            <w:tcW w:w="851" w:type="dxa"/>
            <w:vAlign w:val="center"/>
          </w:tcPr>
          <w:p w14:paraId="5372B5A4" w14:textId="77777777" w:rsidR="0085747A" w:rsidRPr="003B407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407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63DAF8" w14:textId="77777777" w:rsidR="0085747A" w:rsidRPr="003B407A" w:rsidRDefault="3C98B8EF" w:rsidP="6ED4AA4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6ED4AA49">
              <w:rPr>
                <w:rFonts w:ascii="Corbel" w:hAnsi="Corbel"/>
                <w:b w:val="0"/>
                <w:sz w:val="24"/>
                <w:szCs w:val="24"/>
              </w:rPr>
              <w:t>Przekazanie, poszerzenie i ugruntowanie wiedzy dotyczącej</w:t>
            </w:r>
            <w:r w:rsidR="375789DE" w:rsidRPr="6ED4AA49">
              <w:rPr>
                <w:rFonts w:ascii="Corbel" w:hAnsi="Corbel"/>
                <w:b w:val="0"/>
                <w:sz w:val="24"/>
                <w:szCs w:val="24"/>
              </w:rPr>
              <w:t xml:space="preserve"> funkcjonowania poszczególnych pionów </w:t>
            </w:r>
            <w:r w:rsidRPr="6ED4AA49">
              <w:rPr>
                <w:rFonts w:ascii="Corbel" w:hAnsi="Corbel"/>
                <w:b w:val="0"/>
                <w:sz w:val="24"/>
                <w:szCs w:val="24"/>
              </w:rPr>
              <w:t>służb specjalnych</w:t>
            </w:r>
            <w:r w:rsidR="375789DE" w:rsidRPr="6ED4AA49">
              <w:rPr>
                <w:rFonts w:ascii="Corbel" w:hAnsi="Corbel"/>
                <w:b w:val="0"/>
                <w:sz w:val="24"/>
                <w:szCs w:val="24"/>
              </w:rPr>
              <w:t xml:space="preserve"> (</w:t>
            </w:r>
            <w:r w:rsidR="73C9F533" w:rsidRPr="6ED4AA49">
              <w:rPr>
                <w:rFonts w:ascii="Corbel" w:hAnsi="Corbel"/>
                <w:b w:val="0"/>
                <w:sz w:val="24"/>
                <w:szCs w:val="24"/>
              </w:rPr>
              <w:t>zwłaszcza wywiadu i kontrwywiadu)</w:t>
            </w:r>
            <w:r w:rsidRPr="6ED4AA49">
              <w:rPr>
                <w:rFonts w:ascii="Corbel" w:hAnsi="Corbel"/>
                <w:b w:val="0"/>
                <w:sz w:val="24"/>
                <w:szCs w:val="24"/>
              </w:rPr>
              <w:t>, ze szczególnym uwzględnieniem: Polski, najbardziej rozwiniętych państw świata, wybranych państw NATO oraz państw sąsiednich, jak również wiedzy odnoszącej się do – związanych z nimi - kluczowych pojęć, funkcji i struktur.</w:t>
            </w:r>
          </w:p>
        </w:tc>
      </w:tr>
      <w:tr w:rsidR="0085747A" w:rsidRPr="003B407A" w14:paraId="173059BC" w14:textId="77777777" w:rsidTr="6ED4AA49">
        <w:tc>
          <w:tcPr>
            <w:tcW w:w="851" w:type="dxa"/>
            <w:vAlign w:val="center"/>
          </w:tcPr>
          <w:p w14:paraId="550CF7E8" w14:textId="77777777" w:rsidR="0085747A" w:rsidRPr="003B407A" w:rsidRDefault="000A100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407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C1C50BB" w14:textId="77777777" w:rsidR="0085747A" w:rsidRPr="003B407A" w:rsidRDefault="3C98B8EF" w:rsidP="6ED4AA4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6ED4AA49">
              <w:rPr>
                <w:rFonts w:ascii="Corbel" w:hAnsi="Corbel"/>
                <w:b w:val="0"/>
                <w:sz w:val="24"/>
                <w:szCs w:val="24"/>
              </w:rPr>
              <w:t xml:space="preserve">Wykorzystanie wspomnianej wiedzy jako narzędzia pozwalającego na dokonanie samodzielnej analizy, w tym zwłaszcza w zakresie rozmaitych aspektów funkcjonowania służb specjalnych </w:t>
            </w:r>
            <w:r w:rsidR="73C9F533" w:rsidRPr="6ED4AA49">
              <w:rPr>
                <w:rFonts w:ascii="Corbel" w:hAnsi="Corbel"/>
                <w:b w:val="0"/>
                <w:sz w:val="24"/>
                <w:szCs w:val="24"/>
              </w:rPr>
              <w:t>w kontekście stosunków międzynarodowych.</w:t>
            </w:r>
          </w:p>
        </w:tc>
      </w:tr>
      <w:tr w:rsidR="00EF7EE5" w:rsidRPr="003B407A" w14:paraId="207FD193" w14:textId="77777777" w:rsidTr="6ED4AA49">
        <w:tc>
          <w:tcPr>
            <w:tcW w:w="851" w:type="dxa"/>
            <w:vAlign w:val="center"/>
          </w:tcPr>
          <w:p w14:paraId="53C0B3C4" w14:textId="77777777" w:rsidR="00EF7EE5" w:rsidRPr="003B407A" w:rsidRDefault="00EF7EE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407A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407AE46" w14:textId="77777777" w:rsidR="00EF7EE5" w:rsidRPr="003B407A" w:rsidRDefault="3C98B8EF" w:rsidP="6ED4AA4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6ED4AA49">
              <w:rPr>
                <w:rFonts w:ascii="Corbel" w:hAnsi="Corbel"/>
                <w:b w:val="0"/>
                <w:sz w:val="24"/>
                <w:szCs w:val="24"/>
              </w:rPr>
              <w:t>Wykorzystanie wspomnianej wiedzy jako narzędzia pozwalającego na dokonanie samodzielnej analizy w odniesieniu do określenia przyszłych kierunków rozwoju służb specjalnych przy uwzględnieniu zmieniającego się otoczenia zewnętrznego.</w:t>
            </w:r>
          </w:p>
        </w:tc>
      </w:tr>
    </w:tbl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537C1D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5FB081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1F38664" w14:textId="77777777" w:rsidTr="300492EE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05BA6" w:rsidRPr="003B407A" w14:paraId="79DC0974" w14:textId="77777777" w:rsidTr="300492EE">
        <w:tc>
          <w:tcPr>
            <w:tcW w:w="1701" w:type="dxa"/>
          </w:tcPr>
          <w:p w14:paraId="4FCA5964" w14:textId="77777777" w:rsidR="00F05BA6" w:rsidRPr="003B407A" w:rsidRDefault="00F05B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07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9C77369" w14:textId="312DD6AE" w:rsidR="00F05BA6" w:rsidRPr="003B407A" w:rsidRDefault="00F05BA6" w:rsidP="300492E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300492E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posiada wiedzę na temat </w:t>
            </w:r>
            <w:r w:rsidRPr="300492EE">
              <w:rPr>
                <w:rFonts w:ascii="Corbel" w:hAnsi="Corbel"/>
                <w:sz w:val="24"/>
                <w:szCs w:val="24"/>
              </w:rPr>
              <w:t xml:space="preserve">współcześnie funkcjonujących na świecie </w:t>
            </w:r>
            <w:r w:rsidR="00253B7B" w:rsidRPr="300492EE">
              <w:rPr>
                <w:rFonts w:ascii="Corbel" w:hAnsi="Corbel"/>
                <w:sz w:val="24"/>
                <w:szCs w:val="24"/>
              </w:rPr>
              <w:t>służb wywiadu i kontrwywiadu (</w:t>
            </w:r>
            <w:r w:rsidR="00446231" w:rsidRPr="300492EE">
              <w:rPr>
                <w:rFonts w:ascii="Corbel" w:hAnsi="Corbel"/>
                <w:sz w:val="24"/>
                <w:szCs w:val="24"/>
              </w:rPr>
              <w:t>a zwłaszcza ich zadań,</w:t>
            </w:r>
            <w:r w:rsidR="00253B7B" w:rsidRPr="300492EE">
              <w:rPr>
                <w:rFonts w:ascii="Corbel" w:hAnsi="Corbel"/>
                <w:sz w:val="24"/>
                <w:szCs w:val="24"/>
              </w:rPr>
              <w:t xml:space="preserve"> struktur oraz praktyki funkcjonowania)</w:t>
            </w:r>
            <w:r w:rsidRPr="300492EE">
              <w:rPr>
                <w:rFonts w:ascii="Corbel" w:hAnsi="Corbel"/>
                <w:sz w:val="24"/>
                <w:szCs w:val="24"/>
              </w:rPr>
              <w:t>, ze szczególnym uwzględnieniem najbardziej rozwiniętych państw, państw NATO oraz państw sąsiadujących z</w:t>
            </w:r>
            <w:r w:rsidR="562BCD3B" w:rsidRPr="300492EE">
              <w:rPr>
                <w:rFonts w:ascii="Corbel" w:hAnsi="Corbel"/>
                <w:sz w:val="24"/>
                <w:szCs w:val="24"/>
              </w:rPr>
              <w:t xml:space="preserve"> </w:t>
            </w:r>
            <w:r w:rsidRPr="300492EE">
              <w:rPr>
                <w:rFonts w:ascii="Corbel" w:hAnsi="Corbel"/>
                <w:sz w:val="24"/>
                <w:szCs w:val="24"/>
              </w:rPr>
              <w:t>Polską;</w:t>
            </w:r>
          </w:p>
        </w:tc>
        <w:tc>
          <w:tcPr>
            <w:tcW w:w="1873" w:type="dxa"/>
          </w:tcPr>
          <w:p w14:paraId="79569C6D" w14:textId="77777777" w:rsidR="00253B7B" w:rsidRPr="003B407A" w:rsidRDefault="00253B7B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B407A">
              <w:rPr>
                <w:rFonts w:ascii="Corbel" w:hAnsi="Corbel"/>
                <w:b w:val="0"/>
              </w:rPr>
              <w:t>K_W02</w:t>
            </w:r>
          </w:p>
          <w:p w14:paraId="600668D8" w14:textId="77777777" w:rsidR="00446231" w:rsidRPr="003B407A" w:rsidRDefault="0044623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B407A">
              <w:rPr>
                <w:rFonts w:ascii="Corbel" w:hAnsi="Corbel"/>
                <w:b w:val="0"/>
              </w:rPr>
              <w:t>K_W06</w:t>
            </w:r>
          </w:p>
          <w:p w14:paraId="0495AD78" w14:textId="06901DF8" w:rsidR="00F05BA6" w:rsidRPr="003B407A" w:rsidRDefault="00446231" w:rsidP="002F7F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003B407A">
              <w:rPr>
                <w:rFonts w:ascii="Corbel" w:hAnsi="Corbel"/>
                <w:b w:val="0"/>
              </w:rPr>
              <w:t>K_W07</w:t>
            </w:r>
          </w:p>
        </w:tc>
      </w:tr>
      <w:tr w:rsidR="00F05BA6" w:rsidRPr="003B407A" w14:paraId="422650F1" w14:textId="77777777" w:rsidTr="300492EE">
        <w:tc>
          <w:tcPr>
            <w:tcW w:w="1701" w:type="dxa"/>
          </w:tcPr>
          <w:p w14:paraId="56A76B19" w14:textId="77777777" w:rsidR="00F05BA6" w:rsidRPr="003B407A" w:rsidRDefault="00F05B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07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DE6FA25" w14:textId="672A82B1" w:rsidR="00F05BA6" w:rsidRPr="003B407A" w:rsidRDefault="00F05BA6" w:rsidP="300492E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0492E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posiada wiedzę </w:t>
            </w:r>
            <w:r w:rsidRPr="300492EE">
              <w:rPr>
                <w:rFonts w:ascii="Corbel" w:hAnsi="Corbel"/>
                <w:sz w:val="24"/>
                <w:szCs w:val="24"/>
              </w:rPr>
              <w:t>i potrafi posługiwać się podstawowymi pojęciami i terminologią odnoszącą się do funkcjonowania służb specjalnych;</w:t>
            </w:r>
          </w:p>
        </w:tc>
        <w:tc>
          <w:tcPr>
            <w:tcW w:w="1873" w:type="dxa"/>
          </w:tcPr>
          <w:p w14:paraId="0BD4F609" w14:textId="77777777" w:rsidR="007D2DB8" w:rsidRPr="003B407A" w:rsidRDefault="004462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07A">
              <w:rPr>
                <w:rFonts w:ascii="Corbel" w:hAnsi="Corbel"/>
                <w:b w:val="0"/>
              </w:rPr>
              <w:t>K_W0</w:t>
            </w:r>
            <w:r w:rsidR="00510955" w:rsidRPr="003B407A">
              <w:rPr>
                <w:rFonts w:ascii="Corbel" w:hAnsi="Corbel"/>
                <w:b w:val="0"/>
              </w:rPr>
              <w:t>2</w:t>
            </w:r>
          </w:p>
        </w:tc>
      </w:tr>
      <w:tr w:rsidR="00F05BA6" w:rsidRPr="003B407A" w14:paraId="71B17D6F" w14:textId="77777777" w:rsidTr="300492EE">
        <w:tc>
          <w:tcPr>
            <w:tcW w:w="1701" w:type="dxa"/>
          </w:tcPr>
          <w:p w14:paraId="41960800" w14:textId="77777777" w:rsidR="00F05BA6" w:rsidRPr="003B407A" w:rsidRDefault="00F05B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07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2C805A1" w14:textId="6BCD3C35" w:rsidR="00F05BA6" w:rsidRPr="003B407A" w:rsidRDefault="00F05BA6" w:rsidP="300492E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300492E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potrafi opisać wpływ </w:t>
            </w:r>
            <w:r w:rsidR="00253B7B" w:rsidRPr="300492E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ewolucji </w:t>
            </w:r>
            <w:r w:rsidRPr="300492EE">
              <w:rPr>
                <w:rFonts w:ascii="Corbel" w:eastAsia="Times New Roman" w:hAnsi="Corbel"/>
                <w:sz w:val="24"/>
                <w:szCs w:val="24"/>
                <w:lang w:eastAsia="pl-PL"/>
              </w:rPr>
              <w:t>czynników geopolitycznych</w:t>
            </w:r>
            <w:r w:rsidR="00446231" w:rsidRPr="300492EE">
              <w:rPr>
                <w:rFonts w:ascii="Corbel" w:hAnsi="Corbel"/>
                <w:sz w:val="24"/>
                <w:szCs w:val="24"/>
              </w:rPr>
              <w:t>, ekonomicznych oraz naukowo-technicznych</w:t>
            </w:r>
            <w:r w:rsidRPr="300492E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na </w:t>
            </w:r>
            <w:r w:rsidR="00253B7B" w:rsidRPr="300492EE">
              <w:rPr>
                <w:rFonts w:ascii="Corbel" w:eastAsia="Times New Roman" w:hAnsi="Corbel"/>
                <w:sz w:val="24"/>
                <w:szCs w:val="24"/>
                <w:lang w:eastAsia="pl-PL"/>
              </w:rPr>
              <w:t>ewolucję zadań konkretnych służb specjalnych</w:t>
            </w:r>
            <w:r w:rsidRPr="300492EE">
              <w:rPr>
                <w:rFonts w:ascii="Corbel" w:eastAsia="Times New Roman" w:hAnsi="Corbel"/>
                <w:sz w:val="24"/>
                <w:szCs w:val="24"/>
                <w:lang w:eastAsia="pl-PL"/>
              </w:rPr>
              <w:t>;</w:t>
            </w:r>
          </w:p>
        </w:tc>
        <w:tc>
          <w:tcPr>
            <w:tcW w:w="1873" w:type="dxa"/>
          </w:tcPr>
          <w:p w14:paraId="74418883" w14:textId="77777777" w:rsidR="00510955" w:rsidRPr="003B407A" w:rsidRDefault="00510955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B407A">
              <w:rPr>
                <w:rFonts w:ascii="Corbel" w:hAnsi="Corbel"/>
                <w:b w:val="0"/>
              </w:rPr>
              <w:t>K_W02</w:t>
            </w:r>
          </w:p>
          <w:p w14:paraId="27DB7265" w14:textId="77777777" w:rsidR="007D2DB8" w:rsidRPr="003B407A" w:rsidRDefault="0044623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B407A">
              <w:rPr>
                <w:rFonts w:ascii="Corbel" w:hAnsi="Corbel"/>
                <w:b w:val="0"/>
              </w:rPr>
              <w:t>K_W06</w:t>
            </w:r>
          </w:p>
          <w:p w14:paraId="54E3E2D9" w14:textId="77777777" w:rsidR="00510955" w:rsidRPr="003B407A" w:rsidRDefault="00510955" w:rsidP="300492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300492EE">
              <w:rPr>
                <w:rFonts w:ascii="Corbel" w:hAnsi="Corbel"/>
                <w:b w:val="0"/>
                <w:strike/>
              </w:rPr>
              <w:t>K_K01</w:t>
            </w:r>
          </w:p>
        </w:tc>
      </w:tr>
      <w:tr w:rsidR="00F05BA6" w:rsidRPr="003B407A" w14:paraId="2DC4D848" w14:textId="77777777" w:rsidTr="300492EE">
        <w:tc>
          <w:tcPr>
            <w:tcW w:w="1701" w:type="dxa"/>
          </w:tcPr>
          <w:p w14:paraId="78C3198C" w14:textId="77777777" w:rsidR="00F05BA6" w:rsidRPr="003B407A" w:rsidRDefault="00F05B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07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5A60CB" w:rsidRPr="003B407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522AD792" w14:textId="6B2252D5" w:rsidR="00F05BA6" w:rsidRPr="003B407A" w:rsidRDefault="00F05BA6" w:rsidP="300492E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300492EE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wskazać podobieństwa i różnice pomiędzy służbami specjalnymi wybranych państw świata oraz określić elementy świadczące o ich mocnych i słabych stronach;</w:t>
            </w:r>
          </w:p>
        </w:tc>
        <w:tc>
          <w:tcPr>
            <w:tcW w:w="1873" w:type="dxa"/>
          </w:tcPr>
          <w:p w14:paraId="30E2DADE" w14:textId="77777777" w:rsidR="00446231" w:rsidRPr="003B407A" w:rsidRDefault="00446231" w:rsidP="0044623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B407A">
              <w:rPr>
                <w:rFonts w:ascii="Corbel" w:hAnsi="Corbel"/>
                <w:b w:val="0"/>
              </w:rPr>
              <w:t>K_W02</w:t>
            </w:r>
          </w:p>
          <w:p w14:paraId="049F31CB" w14:textId="77777777" w:rsidR="00F05BA6" w:rsidRPr="003B407A" w:rsidRDefault="00F05B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05BA6" w:rsidRPr="003B407A" w14:paraId="603B1357" w14:textId="77777777" w:rsidTr="300492EE">
        <w:tc>
          <w:tcPr>
            <w:tcW w:w="1701" w:type="dxa"/>
          </w:tcPr>
          <w:p w14:paraId="74357262" w14:textId="77777777" w:rsidR="00F05BA6" w:rsidRPr="003B407A" w:rsidRDefault="005A60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07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D19EE65" w14:textId="45BD6458" w:rsidR="00F05BA6" w:rsidRPr="003B407A" w:rsidRDefault="00F05BA6" w:rsidP="300492E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300492E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potrafi określić najważniejsze bieżące wyzwania </w:t>
            </w:r>
            <w:r w:rsidR="009E7CDE" w:rsidRPr="300492EE">
              <w:rPr>
                <w:rFonts w:ascii="Corbel" w:eastAsia="Times New Roman" w:hAnsi="Corbel"/>
                <w:sz w:val="24"/>
                <w:szCs w:val="24"/>
                <w:lang w:eastAsia="pl-PL"/>
              </w:rPr>
              <w:t>dla służb specjalnych oraz</w:t>
            </w:r>
            <w:r w:rsidRPr="300492E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9E7CDE" w:rsidRPr="300492E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wskazać potencjalne </w:t>
            </w:r>
            <w:r w:rsidRPr="300492EE">
              <w:rPr>
                <w:rFonts w:ascii="Corbel" w:eastAsia="Times New Roman" w:hAnsi="Corbel"/>
                <w:sz w:val="24"/>
                <w:szCs w:val="24"/>
                <w:lang w:eastAsia="pl-PL"/>
              </w:rPr>
              <w:t>ki</w:t>
            </w:r>
            <w:r w:rsidR="009E7CDE" w:rsidRPr="300492EE">
              <w:rPr>
                <w:rFonts w:ascii="Corbel" w:eastAsia="Times New Roman" w:hAnsi="Corbel"/>
                <w:sz w:val="24"/>
                <w:szCs w:val="24"/>
                <w:lang w:eastAsia="pl-PL"/>
              </w:rPr>
              <w:t>erunki ich rozwoju</w:t>
            </w:r>
            <w:r w:rsidRPr="300492EE">
              <w:rPr>
                <w:rFonts w:ascii="Corbel" w:eastAsia="Times New Roman" w:hAnsi="Corbel"/>
                <w:sz w:val="24"/>
                <w:szCs w:val="24"/>
                <w:lang w:eastAsia="pl-PL"/>
              </w:rPr>
              <w:t>;</w:t>
            </w:r>
          </w:p>
        </w:tc>
        <w:tc>
          <w:tcPr>
            <w:tcW w:w="1873" w:type="dxa"/>
          </w:tcPr>
          <w:p w14:paraId="2A0A184E" w14:textId="77777777" w:rsidR="00F05BA6" w:rsidRPr="003B407A" w:rsidRDefault="0044623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B407A">
              <w:rPr>
                <w:rFonts w:ascii="Corbel" w:hAnsi="Corbel"/>
                <w:b w:val="0"/>
              </w:rPr>
              <w:t>K_W06</w:t>
            </w:r>
          </w:p>
          <w:p w14:paraId="2A4E307F" w14:textId="77777777" w:rsidR="00510955" w:rsidRPr="003B407A" w:rsidRDefault="0051095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07A">
              <w:rPr>
                <w:rFonts w:ascii="Corbel" w:hAnsi="Corbel"/>
                <w:b w:val="0"/>
              </w:rPr>
              <w:t>K_U03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486C05" w14:textId="77777777" w:rsidR="00F54193" w:rsidRDefault="00F5419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974674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300492EE">
        <w:rPr>
          <w:rFonts w:ascii="Corbel" w:hAnsi="Corbel"/>
          <w:b/>
          <w:bCs/>
          <w:sz w:val="24"/>
          <w:szCs w:val="24"/>
        </w:rPr>
        <w:t>3.3</w:t>
      </w:r>
      <w:r w:rsidR="00D35CB8" w:rsidRPr="300492EE">
        <w:rPr>
          <w:rFonts w:ascii="Corbel" w:hAnsi="Corbel"/>
          <w:b/>
          <w:bCs/>
          <w:sz w:val="24"/>
          <w:szCs w:val="24"/>
        </w:rPr>
        <w:t xml:space="preserve">. </w:t>
      </w:r>
      <w:r w:rsidR="0085747A" w:rsidRPr="300492EE">
        <w:rPr>
          <w:rFonts w:ascii="Corbel" w:hAnsi="Corbel"/>
          <w:b/>
          <w:bCs/>
          <w:sz w:val="24"/>
          <w:szCs w:val="24"/>
        </w:rPr>
        <w:t>T</w:t>
      </w:r>
      <w:r w:rsidR="001D7B54" w:rsidRPr="300492EE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7E25BDC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300492EE">
        <w:rPr>
          <w:rFonts w:ascii="Corbel" w:hAnsi="Corbel"/>
          <w:sz w:val="24"/>
          <w:szCs w:val="24"/>
        </w:rPr>
        <w:t>Pro</w:t>
      </w:r>
      <w:r w:rsidR="003A51A5" w:rsidRPr="300492EE">
        <w:rPr>
          <w:rFonts w:ascii="Corbel" w:hAnsi="Corbel"/>
          <w:sz w:val="24"/>
          <w:szCs w:val="24"/>
        </w:rPr>
        <w:t>blematyka ćwiczeń</w:t>
      </w:r>
      <w:r w:rsidRPr="300492EE">
        <w:rPr>
          <w:rFonts w:ascii="Corbel" w:hAnsi="Corbel"/>
          <w:sz w:val="24"/>
          <w:szCs w:val="24"/>
        </w:rPr>
        <w:t xml:space="preserve"> ko</w:t>
      </w:r>
      <w:r w:rsidR="003A51A5" w:rsidRPr="300492EE">
        <w:rPr>
          <w:rFonts w:ascii="Corbel" w:hAnsi="Corbel"/>
          <w:sz w:val="24"/>
          <w:szCs w:val="24"/>
        </w:rPr>
        <w:t>nwersatoryjnych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B407A" w14:paraId="587EA2A8" w14:textId="77777777" w:rsidTr="300492EE">
        <w:tc>
          <w:tcPr>
            <w:tcW w:w="9639" w:type="dxa"/>
          </w:tcPr>
          <w:p w14:paraId="35113026" w14:textId="77777777" w:rsidR="0085747A" w:rsidRPr="003B407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B407A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6A7893" w:rsidRPr="003B407A" w14:paraId="1CE83019" w14:textId="77777777" w:rsidTr="300492EE">
        <w:tc>
          <w:tcPr>
            <w:tcW w:w="9639" w:type="dxa"/>
          </w:tcPr>
          <w:p w14:paraId="307479F8" w14:textId="77777777" w:rsidR="006A7893" w:rsidRPr="003B407A" w:rsidRDefault="006A7893" w:rsidP="00E4365C">
            <w:pPr>
              <w:spacing w:after="0" w:line="240" w:lineRule="auto"/>
              <w:outlineLvl w:val="0"/>
              <w:rPr>
                <w:rFonts w:ascii="Corbel" w:hAnsi="Corbel"/>
                <w:sz w:val="24"/>
              </w:rPr>
            </w:pPr>
            <w:r w:rsidRPr="003B407A">
              <w:rPr>
                <w:rFonts w:ascii="Corbel" w:hAnsi="Corbel"/>
                <w:sz w:val="24"/>
              </w:rPr>
              <w:t>Pojęcie służb specjalnych, ich funkcje i rodzaje. Źródła informacji na temat służb specjalnych. Ogólne zasady organizacji i funkcjonowania służb specjalnych, jak również sposoby pozyskiwania informacji.</w:t>
            </w:r>
          </w:p>
          <w:p w14:paraId="2F070592" w14:textId="77777777" w:rsidR="006A7893" w:rsidRPr="003B407A" w:rsidRDefault="006A7893" w:rsidP="00E4365C">
            <w:pPr>
              <w:spacing w:after="0" w:line="240" w:lineRule="auto"/>
              <w:outlineLvl w:val="0"/>
              <w:rPr>
                <w:rFonts w:ascii="Corbel" w:hAnsi="Corbel"/>
                <w:sz w:val="24"/>
              </w:rPr>
            </w:pPr>
            <w:r w:rsidRPr="003B407A">
              <w:rPr>
                <w:rFonts w:ascii="Corbel" w:hAnsi="Corbel"/>
                <w:sz w:val="24"/>
              </w:rPr>
              <w:t>Wpływ czynników geopolitycznych, ekonomicznych oraz naukowo-technicznych na funkcjonowanie służb specjalnych.</w:t>
            </w:r>
          </w:p>
        </w:tc>
      </w:tr>
      <w:tr w:rsidR="006A7893" w:rsidRPr="003B407A" w14:paraId="2EA36709" w14:textId="77777777" w:rsidTr="300492EE">
        <w:tc>
          <w:tcPr>
            <w:tcW w:w="9639" w:type="dxa"/>
          </w:tcPr>
          <w:p w14:paraId="3A62B2DB" w14:textId="77777777" w:rsidR="006A7893" w:rsidRPr="003B407A" w:rsidRDefault="006A7893" w:rsidP="00E4365C">
            <w:pPr>
              <w:spacing w:after="0" w:line="240" w:lineRule="auto"/>
              <w:outlineLvl w:val="0"/>
              <w:rPr>
                <w:rFonts w:ascii="Corbel" w:hAnsi="Corbel"/>
                <w:sz w:val="24"/>
              </w:rPr>
            </w:pPr>
            <w:r w:rsidRPr="003B407A">
              <w:rPr>
                <w:rFonts w:ascii="Corbel" w:hAnsi="Corbel"/>
                <w:sz w:val="24"/>
              </w:rPr>
              <w:t xml:space="preserve">Krótki rys historyczny polskich służb specjalnych w okresie II RP, PRL oraz III RP, a także brytyjskich, amerykańskich, rosyjskich i niemieckich służb specjalnych. </w:t>
            </w:r>
          </w:p>
        </w:tc>
      </w:tr>
      <w:tr w:rsidR="006A7893" w:rsidRPr="003B407A" w14:paraId="5A413339" w14:textId="77777777" w:rsidTr="300492EE">
        <w:tc>
          <w:tcPr>
            <w:tcW w:w="9639" w:type="dxa"/>
          </w:tcPr>
          <w:p w14:paraId="46469B16" w14:textId="77777777" w:rsidR="006A7893" w:rsidRPr="003B407A" w:rsidRDefault="006A7893" w:rsidP="00E4365C">
            <w:pPr>
              <w:spacing w:after="0" w:line="240" w:lineRule="auto"/>
              <w:outlineLvl w:val="0"/>
              <w:rPr>
                <w:rFonts w:ascii="Corbel" w:hAnsi="Corbel"/>
                <w:sz w:val="24"/>
              </w:rPr>
            </w:pPr>
            <w:r w:rsidRPr="003B407A">
              <w:rPr>
                <w:rFonts w:ascii="Corbel" w:hAnsi="Corbel"/>
                <w:sz w:val="24"/>
              </w:rPr>
              <w:t>System organizacji współcześnie funkcjonujących służb specjalnych RP. Funkcje, stany liczebne, struktury organizacyjne, działalność (sukcesy i porażki).</w:t>
            </w:r>
          </w:p>
        </w:tc>
      </w:tr>
      <w:tr w:rsidR="006A7893" w:rsidRPr="003B407A" w14:paraId="64263E8B" w14:textId="77777777" w:rsidTr="300492EE">
        <w:tc>
          <w:tcPr>
            <w:tcW w:w="9639" w:type="dxa"/>
          </w:tcPr>
          <w:p w14:paraId="2D2A5CD7" w14:textId="77777777" w:rsidR="006A7893" w:rsidRPr="003B407A" w:rsidRDefault="006A7893" w:rsidP="00E4365C">
            <w:pPr>
              <w:spacing w:after="0" w:line="240" w:lineRule="auto"/>
              <w:outlineLvl w:val="0"/>
              <w:rPr>
                <w:rFonts w:ascii="Corbel" w:hAnsi="Corbel"/>
                <w:sz w:val="24"/>
              </w:rPr>
            </w:pPr>
            <w:r w:rsidRPr="003B407A">
              <w:rPr>
                <w:rFonts w:ascii="Corbel" w:hAnsi="Corbel"/>
                <w:sz w:val="24"/>
              </w:rPr>
              <w:t>System organizacji współcześnie funkcjonujących służb specjalnych Stanów Zjednoczonych. Funkcje, stany liczebne, struktury organizacyjne, działalność (sukcesy i porażki).</w:t>
            </w:r>
          </w:p>
        </w:tc>
      </w:tr>
      <w:tr w:rsidR="006A7893" w:rsidRPr="003B407A" w14:paraId="5DCEDF3A" w14:textId="77777777" w:rsidTr="300492EE">
        <w:tc>
          <w:tcPr>
            <w:tcW w:w="9639" w:type="dxa"/>
          </w:tcPr>
          <w:p w14:paraId="6F91D09D" w14:textId="77777777" w:rsidR="006A7893" w:rsidRPr="003B407A" w:rsidRDefault="006A7893" w:rsidP="00E4365C">
            <w:pPr>
              <w:spacing w:after="0" w:line="240" w:lineRule="auto"/>
              <w:outlineLvl w:val="0"/>
              <w:rPr>
                <w:rFonts w:ascii="Corbel" w:hAnsi="Corbel"/>
                <w:sz w:val="24"/>
              </w:rPr>
            </w:pPr>
            <w:r w:rsidRPr="003B407A">
              <w:rPr>
                <w:rFonts w:ascii="Corbel" w:hAnsi="Corbel"/>
                <w:sz w:val="24"/>
              </w:rPr>
              <w:t>System organizacji współcześnie funkcjonujących służb specjalnych Wielkiej Brytanii. Funkcje, stany liczebne, struktury organizacyjne, działalność (sukcesy i porażki).</w:t>
            </w:r>
          </w:p>
        </w:tc>
      </w:tr>
      <w:tr w:rsidR="006A7893" w:rsidRPr="003B407A" w14:paraId="4B8FA1FE" w14:textId="77777777" w:rsidTr="300492EE">
        <w:tc>
          <w:tcPr>
            <w:tcW w:w="9639" w:type="dxa"/>
          </w:tcPr>
          <w:p w14:paraId="2C45AE05" w14:textId="77777777" w:rsidR="006A7893" w:rsidRPr="003B407A" w:rsidRDefault="006A7893" w:rsidP="00E4365C">
            <w:pPr>
              <w:spacing w:after="0" w:line="240" w:lineRule="auto"/>
              <w:outlineLvl w:val="0"/>
              <w:rPr>
                <w:rFonts w:ascii="Corbel" w:hAnsi="Corbel"/>
                <w:sz w:val="24"/>
              </w:rPr>
            </w:pPr>
            <w:r w:rsidRPr="003B407A">
              <w:rPr>
                <w:rFonts w:ascii="Corbel" w:hAnsi="Corbel"/>
                <w:sz w:val="24"/>
              </w:rPr>
              <w:t>System organizacji współcześnie funkcjonujących służb specjalnych Niemiec i Francji. Funkcje, stany liczebne, struktury organizacyjne, działalność (sukcesy i porażki).</w:t>
            </w:r>
          </w:p>
        </w:tc>
      </w:tr>
      <w:tr w:rsidR="006A7893" w:rsidRPr="003B407A" w14:paraId="3C8984C9" w14:textId="77777777" w:rsidTr="300492EE">
        <w:tc>
          <w:tcPr>
            <w:tcW w:w="9639" w:type="dxa"/>
          </w:tcPr>
          <w:p w14:paraId="2F018F50" w14:textId="77777777" w:rsidR="006A7893" w:rsidRPr="003B407A" w:rsidRDefault="006A7893" w:rsidP="00E4365C">
            <w:pPr>
              <w:spacing w:after="0" w:line="240" w:lineRule="auto"/>
              <w:outlineLvl w:val="0"/>
              <w:rPr>
                <w:rFonts w:ascii="Corbel" w:hAnsi="Corbel"/>
                <w:sz w:val="24"/>
              </w:rPr>
            </w:pPr>
            <w:r w:rsidRPr="003B407A">
              <w:rPr>
                <w:rFonts w:ascii="Corbel" w:hAnsi="Corbel"/>
                <w:sz w:val="24"/>
              </w:rPr>
              <w:t>System organizacji współcześnie funkcjonujących służb specjalnych Federacji Rosyjskiej. Funkcje, stany liczebne, struktury organizacyjne, działalność (sukcesy i porażki).</w:t>
            </w:r>
          </w:p>
        </w:tc>
      </w:tr>
      <w:tr w:rsidR="006A7893" w:rsidRPr="003B407A" w14:paraId="22C8796F" w14:textId="77777777" w:rsidTr="300492EE">
        <w:tc>
          <w:tcPr>
            <w:tcW w:w="9639" w:type="dxa"/>
          </w:tcPr>
          <w:p w14:paraId="4807D19F" w14:textId="77777777" w:rsidR="006A7893" w:rsidRPr="003B407A" w:rsidRDefault="006A7893" w:rsidP="00E4365C">
            <w:pPr>
              <w:spacing w:after="0" w:line="240" w:lineRule="auto"/>
              <w:outlineLvl w:val="0"/>
              <w:rPr>
                <w:rFonts w:ascii="Corbel" w:hAnsi="Corbel"/>
                <w:sz w:val="24"/>
              </w:rPr>
            </w:pPr>
            <w:r w:rsidRPr="003B407A">
              <w:rPr>
                <w:rFonts w:ascii="Corbel" w:hAnsi="Corbel"/>
                <w:sz w:val="24"/>
              </w:rPr>
              <w:t>System organizacji współcześnie funkcjonujących służb specjalnych Białorusi i Ukrainy. Funkcje, stany liczebne, struktury organizacyjne, działalność (sukcesy i porażki).</w:t>
            </w:r>
          </w:p>
        </w:tc>
      </w:tr>
      <w:tr w:rsidR="006A7893" w:rsidRPr="003B407A" w14:paraId="21FA1E66" w14:textId="77777777" w:rsidTr="300492EE">
        <w:tc>
          <w:tcPr>
            <w:tcW w:w="9639" w:type="dxa"/>
          </w:tcPr>
          <w:p w14:paraId="64AE07E2" w14:textId="77777777" w:rsidR="006A7893" w:rsidRPr="003B407A" w:rsidRDefault="006A7893" w:rsidP="00E4365C">
            <w:pPr>
              <w:spacing w:after="0" w:line="240" w:lineRule="auto"/>
              <w:outlineLvl w:val="0"/>
              <w:rPr>
                <w:rFonts w:ascii="Corbel" w:hAnsi="Corbel"/>
                <w:sz w:val="24"/>
              </w:rPr>
            </w:pPr>
            <w:r w:rsidRPr="003B407A">
              <w:rPr>
                <w:rFonts w:ascii="Corbel" w:hAnsi="Corbel"/>
                <w:sz w:val="24"/>
              </w:rPr>
              <w:t>System organizacji współcześnie funkcjonujących służb specjalnych Czech, Słowacji i Litwy. Funkcje, stany liczebne, struktury organizacyjne, działalność (sukcesy i porażki).</w:t>
            </w:r>
          </w:p>
        </w:tc>
      </w:tr>
      <w:tr w:rsidR="006A7893" w:rsidRPr="003B407A" w14:paraId="5379D264" w14:textId="77777777" w:rsidTr="300492EE">
        <w:tc>
          <w:tcPr>
            <w:tcW w:w="9639" w:type="dxa"/>
          </w:tcPr>
          <w:p w14:paraId="2BA873D2" w14:textId="77777777" w:rsidR="006A7893" w:rsidRPr="003B407A" w:rsidRDefault="006A7893" w:rsidP="00E4365C">
            <w:pPr>
              <w:spacing w:after="0" w:line="240" w:lineRule="auto"/>
              <w:outlineLvl w:val="0"/>
              <w:rPr>
                <w:rFonts w:ascii="Corbel" w:hAnsi="Corbel"/>
                <w:sz w:val="24"/>
              </w:rPr>
            </w:pPr>
            <w:r w:rsidRPr="003B407A">
              <w:rPr>
                <w:rFonts w:ascii="Corbel" w:hAnsi="Corbel"/>
                <w:sz w:val="24"/>
              </w:rPr>
              <w:t>System organizacji współcześnie funkcjonujących służb specjalnych Chińskiej Republiki Ludowej. Funkcje, stany liczebne, struktury organizacyjne, działalność (sukcesy i porażki).</w:t>
            </w:r>
          </w:p>
        </w:tc>
      </w:tr>
      <w:tr w:rsidR="006A7893" w:rsidRPr="003B407A" w14:paraId="7BDB91F0" w14:textId="77777777" w:rsidTr="300492EE">
        <w:tc>
          <w:tcPr>
            <w:tcW w:w="9639" w:type="dxa"/>
          </w:tcPr>
          <w:p w14:paraId="3BB00D23" w14:textId="77777777" w:rsidR="006A7893" w:rsidRPr="003B407A" w:rsidRDefault="006A7893" w:rsidP="00E4365C">
            <w:pPr>
              <w:spacing w:after="0" w:line="240" w:lineRule="auto"/>
              <w:outlineLvl w:val="0"/>
              <w:rPr>
                <w:rFonts w:ascii="Corbel" w:hAnsi="Corbel"/>
                <w:sz w:val="24"/>
              </w:rPr>
            </w:pPr>
            <w:r w:rsidRPr="003B407A">
              <w:rPr>
                <w:rFonts w:ascii="Corbel" w:hAnsi="Corbel"/>
                <w:sz w:val="24"/>
              </w:rPr>
              <w:t>System organizacji współcześnie funkcjonujących służb specjalnych Izraela. Funkcje, stany liczebne, struktury organizacyjne, działalność (sukcesy i porażki).</w:t>
            </w:r>
          </w:p>
        </w:tc>
      </w:tr>
    </w:tbl>
    <w:p w14:paraId="4DDBEF00" w14:textId="77777777" w:rsidR="00F54193" w:rsidRPr="009C54AE" w:rsidRDefault="00F5419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1EA82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6A789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3461D779" w14:textId="77777777" w:rsidR="00F54193" w:rsidRDefault="00F54193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3E71EE0A" w14:textId="77777777" w:rsidR="00F54193" w:rsidRPr="003B407A" w:rsidRDefault="00F54193" w:rsidP="00F54193">
      <w:pPr>
        <w:spacing w:after="0" w:line="240" w:lineRule="auto"/>
        <w:rPr>
          <w:rFonts w:ascii="Corbel" w:eastAsia="Cambria" w:hAnsi="Corbel"/>
          <w:sz w:val="24"/>
        </w:rPr>
      </w:pPr>
      <w:r w:rsidRPr="003B407A">
        <w:rPr>
          <w:rFonts w:ascii="Corbel" w:eastAsia="Cambria" w:hAnsi="Corbel"/>
          <w:sz w:val="24"/>
        </w:rPr>
        <w:t>- wykład konwersatoryjny z elementami wykładu problemowego;</w:t>
      </w:r>
    </w:p>
    <w:p w14:paraId="202F571E" w14:textId="77777777" w:rsidR="00F54193" w:rsidRPr="003B407A" w:rsidRDefault="00F54193" w:rsidP="00F54193">
      <w:pPr>
        <w:spacing w:after="0" w:line="240" w:lineRule="auto"/>
        <w:rPr>
          <w:rFonts w:ascii="Corbel" w:eastAsia="Cambria" w:hAnsi="Corbel"/>
          <w:sz w:val="24"/>
        </w:rPr>
      </w:pPr>
      <w:r w:rsidRPr="003B407A">
        <w:rPr>
          <w:rFonts w:ascii="Corbel" w:eastAsia="Cambria" w:hAnsi="Corbel"/>
          <w:sz w:val="24"/>
        </w:rPr>
        <w:t>- dyskusja dydaktyczna w formie okrągłego stołu oraz giełdy pomysłów (tzw. burzy mózgów);</w:t>
      </w:r>
    </w:p>
    <w:p w14:paraId="1E710C76" w14:textId="77777777" w:rsidR="00F54193" w:rsidRPr="003B407A" w:rsidRDefault="00F54193" w:rsidP="00F54193">
      <w:pPr>
        <w:spacing w:after="0" w:line="240" w:lineRule="auto"/>
        <w:rPr>
          <w:rFonts w:ascii="Corbel" w:eastAsia="Cambria" w:hAnsi="Corbel"/>
          <w:sz w:val="24"/>
        </w:rPr>
      </w:pPr>
      <w:r w:rsidRPr="003B407A">
        <w:rPr>
          <w:rFonts w:ascii="Corbel" w:eastAsia="Cambria" w:hAnsi="Corbel"/>
          <w:sz w:val="24"/>
        </w:rPr>
        <w:t>- prelekcja;</w:t>
      </w:r>
    </w:p>
    <w:p w14:paraId="3D2A9C8B" w14:textId="77777777" w:rsidR="00F54193" w:rsidRPr="003B407A" w:rsidRDefault="00F54193" w:rsidP="00F54193">
      <w:pPr>
        <w:spacing w:after="0" w:line="240" w:lineRule="auto"/>
        <w:rPr>
          <w:rFonts w:ascii="Corbel" w:eastAsia="Cambria" w:hAnsi="Corbel"/>
          <w:sz w:val="24"/>
        </w:rPr>
      </w:pPr>
      <w:r w:rsidRPr="300492EE">
        <w:rPr>
          <w:rFonts w:ascii="Corbel" w:eastAsia="Cambria" w:hAnsi="Corbel"/>
          <w:sz w:val="24"/>
          <w:szCs w:val="24"/>
        </w:rPr>
        <w:t>- ekspozycja;</w:t>
      </w:r>
    </w:p>
    <w:p w14:paraId="0FB78278" w14:textId="77777777" w:rsidR="00BA6774" w:rsidRDefault="00BA677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300492EE">
        <w:rPr>
          <w:rFonts w:ascii="Corbel" w:hAnsi="Corbel"/>
          <w:smallCaps w:val="0"/>
        </w:rPr>
        <w:t xml:space="preserve">4. </w:t>
      </w:r>
      <w:r w:rsidR="0085747A" w:rsidRPr="300492EE">
        <w:rPr>
          <w:rFonts w:ascii="Corbel" w:hAnsi="Corbel"/>
          <w:smallCaps w:val="0"/>
        </w:rPr>
        <w:t>METODY I KRYTERIA OCENY</w:t>
      </w:r>
    </w:p>
    <w:p w14:paraId="0562CB0E" w14:textId="77777777" w:rsidR="006A1CD1" w:rsidRPr="009C54AE" w:rsidRDefault="006A1CD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537C1D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85747A" w:rsidRPr="003B407A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3B407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07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3B407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4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3B407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B4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3B407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07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3B407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407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54193" w:rsidRPr="003B407A" w14:paraId="4C05208A" w14:textId="77777777" w:rsidTr="00C05F44">
        <w:tc>
          <w:tcPr>
            <w:tcW w:w="1985" w:type="dxa"/>
          </w:tcPr>
          <w:p w14:paraId="17368564" w14:textId="77777777" w:rsidR="00F54193" w:rsidRPr="003B407A" w:rsidRDefault="00F54193" w:rsidP="00670628">
            <w:pPr>
              <w:pStyle w:val="Punktygwne"/>
              <w:spacing w:before="0" w:after="0" w:line="20" w:lineRule="atLeast"/>
              <w:rPr>
                <w:rFonts w:ascii="Corbel" w:hAnsi="Corbel"/>
                <w:b w:val="0"/>
              </w:rPr>
            </w:pPr>
            <w:r w:rsidRPr="003B407A">
              <w:rPr>
                <w:rFonts w:ascii="Corbel" w:hAnsi="Corbel"/>
                <w:b w:val="0"/>
              </w:rPr>
              <w:t xml:space="preserve">ek_ 01 </w:t>
            </w:r>
          </w:p>
        </w:tc>
        <w:tc>
          <w:tcPr>
            <w:tcW w:w="5528" w:type="dxa"/>
          </w:tcPr>
          <w:p w14:paraId="2DA48B26" w14:textId="77777777" w:rsidR="00F54193" w:rsidRPr="003B407A" w:rsidRDefault="00F54193" w:rsidP="00670628">
            <w:pPr>
              <w:spacing w:after="0" w:line="20" w:lineRule="atLeast"/>
              <w:rPr>
                <w:rFonts w:ascii="Corbel" w:eastAsia="Cambria" w:hAnsi="Corbel"/>
                <w:sz w:val="24"/>
              </w:rPr>
            </w:pPr>
            <w:r w:rsidRPr="003B407A">
              <w:rPr>
                <w:rFonts w:ascii="Corbel" w:eastAsia="Cambria" w:hAnsi="Corbel"/>
                <w:sz w:val="24"/>
              </w:rPr>
              <w:t xml:space="preserve">- zaliczenie w formie referatu </w:t>
            </w:r>
            <w:r w:rsidR="00A01D3C" w:rsidRPr="003B407A">
              <w:rPr>
                <w:rFonts w:ascii="Corbel" w:eastAsia="Cambria" w:hAnsi="Corbel"/>
                <w:sz w:val="24"/>
              </w:rPr>
              <w:t>lub prezentacji multimedialnej</w:t>
            </w:r>
            <w:r w:rsidR="00670628" w:rsidRPr="003B407A">
              <w:rPr>
                <w:rFonts w:ascii="Corbel" w:eastAsia="Cambria" w:hAnsi="Corbel"/>
                <w:sz w:val="24"/>
              </w:rPr>
              <w:t>, a także</w:t>
            </w:r>
            <w:r w:rsidR="00A01D3C" w:rsidRPr="003B407A">
              <w:rPr>
                <w:rFonts w:ascii="Corbel" w:eastAsia="Cambria" w:hAnsi="Corbel"/>
                <w:sz w:val="24"/>
              </w:rPr>
              <w:t xml:space="preserve"> </w:t>
            </w:r>
            <w:r w:rsidR="00F565F9" w:rsidRPr="003B407A">
              <w:rPr>
                <w:rFonts w:ascii="Corbel" w:eastAsia="Cambria" w:hAnsi="Corbel"/>
                <w:color w:val="000000" w:themeColor="text1"/>
                <w:sz w:val="24"/>
              </w:rPr>
              <w:t>zaliczenie na ocenę</w:t>
            </w:r>
            <w:r w:rsidR="00670628" w:rsidRPr="003B407A">
              <w:rPr>
                <w:rFonts w:ascii="Corbel" w:eastAsia="Cambria" w:hAnsi="Corbel"/>
                <w:color w:val="000000" w:themeColor="text1"/>
                <w:sz w:val="24"/>
              </w:rPr>
              <w:t>;</w:t>
            </w:r>
          </w:p>
        </w:tc>
        <w:tc>
          <w:tcPr>
            <w:tcW w:w="2126" w:type="dxa"/>
          </w:tcPr>
          <w:p w14:paraId="5F0DE78D" w14:textId="77777777" w:rsidR="00F54193" w:rsidRPr="003B407A" w:rsidRDefault="00F54193" w:rsidP="00C3035E">
            <w:pPr>
              <w:spacing w:after="0" w:line="240" w:lineRule="auto"/>
              <w:rPr>
                <w:rFonts w:ascii="Corbel" w:eastAsia="Cambria" w:hAnsi="Corbel"/>
                <w:sz w:val="24"/>
              </w:rPr>
            </w:pPr>
            <w:r w:rsidRPr="003B407A">
              <w:rPr>
                <w:rFonts w:ascii="Corbel" w:eastAsia="Cambria" w:hAnsi="Corbel"/>
                <w:sz w:val="24"/>
              </w:rPr>
              <w:t>- konwersatorium;</w:t>
            </w:r>
          </w:p>
          <w:p w14:paraId="62EBF3C5" w14:textId="77777777" w:rsidR="00F54193" w:rsidRPr="003B407A" w:rsidRDefault="00F54193" w:rsidP="00C3035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</w:p>
        </w:tc>
      </w:tr>
      <w:tr w:rsidR="00F54193" w:rsidRPr="003B407A" w14:paraId="69FE3EB4" w14:textId="77777777" w:rsidTr="00C05F44">
        <w:tc>
          <w:tcPr>
            <w:tcW w:w="1985" w:type="dxa"/>
          </w:tcPr>
          <w:p w14:paraId="727CF0E4" w14:textId="77777777" w:rsidR="00F54193" w:rsidRPr="003B407A" w:rsidRDefault="00F54193" w:rsidP="00670628">
            <w:pPr>
              <w:pStyle w:val="Punktygwne"/>
              <w:spacing w:before="0" w:after="0" w:line="20" w:lineRule="atLeast"/>
              <w:rPr>
                <w:rFonts w:ascii="Corbel" w:hAnsi="Corbel"/>
                <w:b w:val="0"/>
              </w:rPr>
            </w:pPr>
            <w:r w:rsidRPr="003B407A"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528" w:type="dxa"/>
          </w:tcPr>
          <w:p w14:paraId="1E5EABEA" w14:textId="77777777" w:rsidR="00F54193" w:rsidRPr="003B407A" w:rsidRDefault="00F54193" w:rsidP="00670628">
            <w:pPr>
              <w:spacing w:after="0" w:line="20" w:lineRule="atLeast"/>
              <w:jc w:val="both"/>
              <w:rPr>
                <w:rFonts w:ascii="Corbel" w:hAnsi="Corbel"/>
                <w:b/>
                <w:sz w:val="24"/>
              </w:rPr>
            </w:pPr>
            <w:r w:rsidRPr="003B407A">
              <w:rPr>
                <w:rFonts w:ascii="Corbel" w:eastAsia="Cambria" w:hAnsi="Corbel"/>
                <w:sz w:val="24"/>
              </w:rPr>
              <w:t xml:space="preserve">- zaliczenie w formie referatu </w:t>
            </w:r>
            <w:r w:rsidR="00A01D3C" w:rsidRPr="003B407A">
              <w:rPr>
                <w:rFonts w:ascii="Corbel" w:eastAsia="Cambria" w:hAnsi="Corbel"/>
                <w:sz w:val="24"/>
              </w:rPr>
              <w:t>lub prezentacji multimedialnej</w:t>
            </w:r>
            <w:r w:rsidR="00670628" w:rsidRPr="003B407A">
              <w:rPr>
                <w:rFonts w:ascii="Corbel" w:eastAsia="Cambria" w:hAnsi="Corbel"/>
                <w:sz w:val="24"/>
              </w:rPr>
              <w:t xml:space="preserve">, a także </w:t>
            </w:r>
            <w:r w:rsidR="00670628" w:rsidRPr="003B407A">
              <w:rPr>
                <w:rFonts w:ascii="Corbel" w:eastAsia="Cambria" w:hAnsi="Corbel"/>
                <w:color w:val="000000" w:themeColor="text1"/>
                <w:sz w:val="24"/>
              </w:rPr>
              <w:t>zaliczenie na ocenę;</w:t>
            </w:r>
          </w:p>
        </w:tc>
        <w:tc>
          <w:tcPr>
            <w:tcW w:w="2126" w:type="dxa"/>
          </w:tcPr>
          <w:p w14:paraId="0E5C925C" w14:textId="77777777" w:rsidR="00F54193" w:rsidRPr="003B407A" w:rsidRDefault="00F54193" w:rsidP="00C3035E">
            <w:pPr>
              <w:spacing w:after="0" w:line="240" w:lineRule="auto"/>
              <w:rPr>
                <w:rFonts w:ascii="Corbel" w:eastAsia="Cambria" w:hAnsi="Corbel"/>
                <w:sz w:val="24"/>
              </w:rPr>
            </w:pPr>
            <w:r w:rsidRPr="003B407A">
              <w:rPr>
                <w:rFonts w:ascii="Corbel" w:eastAsia="Cambria" w:hAnsi="Corbel"/>
                <w:sz w:val="24"/>
              </w:rPr>
              <w:t>- konwersatorium;</w:t>
            </w:r>
          </w:p>
          <w:p w14:paraId="6D98A12B" w14:textId="77777777" w:rsidR="00F54193" w:rsidRPr="003B407A" w:rsidRDefault="00F54193" w:rsidP="00C3035E">
            <w:pPr>
              <w:spacing w:after="0" w:line="240" w:lineRule="auto"/>
              <w:rPr>
                <w:rFonts w:ascii="Corbel" w:hAnsi="Corbel"/>
                <w:b/>
                <w:sz w:val="24"/>
              </w:rPr>
            </w:pPr>
          </w:p>
        </w:tc>
      </w:tr>
      <w:tr w:rsidR="00F54193" w:rsidRPr="003B407A" w14:paraId="60447003" w14:textId="77777777" w:rsidTr="00C05F44">
        <w:tc>
          <w:tcPr>
            <w:tcW w:w="1985" w:type="dxa"/>
          </w:tcPr>
          <w:p w14:paraId="002D746F" w14:textId="77777777" w:rsidR="00F54193" w:rsidRPr="003B407A" w:rsidRDefault="00F54193" w:rsidP="00670628">
            <w:pPr>
              <w:pStyle w:val="Punktygwne"/>
              <w:spacing w:before="0" w:after="0" w:line="20" w:lineRule="atLeast"/>
              <w:rPr>
                <w:rFonts w:ascii="Corbel" w:hAnsi="Corbel"/>
                <w:b w:val="0"/>
                <w:smallCaps w:val="0"/>
              </w:rPr>
            </w:pPr>
            <w:r w:rsidRPr="003B407A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528" w:type="dxa"/>
          </w:tcPr>
          <w:p w14:paraId="0F4D7792" w14:textId="77777777" w:rsidR="00F54193" w:rsidRPr="003B407A" w:rsidRDefault="00F54193" w:rsidP="00670628">
            <w:pPr>
              <w:spacing w:after="0" w:line="20" w:lineRule="atLeast"/>
              <w:jc w:val="both"/>
              <w:rPr>
                <w:rFonts w:ascii="Corbel" w:eastAsia="Cambria" w:hAnsi="Corbel"/>
                <w:color w:val="000000" w:themeColor="text1"/>
                <w:sz w:val="24"/>
              </w:rPr>
            </w:pPr>
            <w:r w:rsidRPr="003B407A">
              <w:rPr>
                <w:rFonts w:ascii="Corbel" w:eastAsia="Cambria" w:hAnsi="Corbel"/>
                <w:sz w:val="24"/>
              </w:rPr>
              <w:t xml:space="preserve">- zaliczenie w formie referatu </w:t>
            </w:r>
            <w:r w:rsidR="00A01D3C" w:rsidRPr="003B407A">
              <w:rPr>
                <w:rFonts w:ascii="Corbel" w:eastAsia="Cambria" w:hAnsi="Corbel"/>
                <w:sz w:val="24"/>
              </w:rPr>
              <w:t>lub prezentacji multimedialne</w:t>
            </w:r>
            <w:r w:rsidR="00670628" w:rsidRPr="003B407A">
              <w:rPr>
                <w:rFonts w:ascii="Corbel" w:eastAsia="Cambria" w:hAnsi="Corbel"/>
                <w:sz w:val="24"/>
              </w:rPr>
              <w:t xml:space="preserve">j, a także </w:t>
            </w:r>
            <w:r w:rsidR="00670628" w:rsidRPr="003B407A">
              <w:rPr>
                <w:rFonts w:ascii="Corbel" w:eastAsia="Cambria" w:hAnsi="Corbel"/>
                <w:color w:val="000000" w:themeColor="text1"/>
                <w:sz w:val="24"/>
              </w:rPr>
              <w:t>zaliczenie na ocenę;</w:t>
            </w:r>
          </w:p>
          <w:p w14:paraId="56D6B89D" w14:textId="77777777" w:rsidR="00BA6774" w:rsidRPr="003B407A" w:rsidRDefault="00BA6774" w:rsidP="00670628">
            <w:pPr>
              <w:spacing w:after="0" w:line="20" w:lineRule="atLeast"/>
              <w:jc w:val="both"/>
              <w:rPr>
                <w:rFonts w:ascii="Corbel" w:eastAsia="Cambria" w:hAnsi="Corbel"/>
                <w:sz w:val="24"/>
              </w:rPr>
            </w:pPr>
            <w:r w:rsidRPr="003B407A">
              <w:rPr>
                <w:rFonts w:ascii="Corbel" w:hAnsi="Corbel"/>
                <w:sz w:val="24"/>
              </w:rPr>
              <w:t>- obserwacja;</w:t>
            </w:r>
          </w:p>
        </w:tc>
        <w:tc>
          <w:tcPr>
            <w:tcW w:w="2126" w:type="dxa"/>
          </w:tcPr>
          <w:p w14:paraId="7EFB4AA6" w14:textId="77777777" w:rsidR="00F54193" w:rsidRPr="003B407A" w:rsidRDefault="00F54193" w:rsidP="00C3035E">
            <w:pPr>
              <w:spacing w:after="0" w:line="240" w:lineRule="auto"/>
              <w:rPr>
                <w:rFonts w:ascii="Corbel" w:eastAsia="Cambria" w:hAnsi="Corbel"/>
                <w:sz w:val="24"/>
              </w:rPr>
            </w:pPr>
            <w:r w:rsidRPr="003B407A">
              <w:rPr>
                <w:rFonts w:ascii="Corbel" w:eastAsia="Cambria" w:hAnsi="Corbel"/>
                <w:sz w:val="24"/>
              </w:rPr>
              <w:t>- konwersatorium;</w:t>
            </w:r>
          </w:p>
          <w:p w14:paraId="2946DB82" w14:textId="77777777" w:rsidR="00F54193" w:rsidRPr="003B407A" w:rsidRDefault="00F54193" w:rsidP="00C3035E">
            <w:pPr>
              <w:spacing w:after="0" w:line="240" w:lineRule="auto"/>
              <w:rPr>
                <w:rFonts w:ascii="Corbel" w:hAnsi="Corbel"/>
                <w:b/>
                <w:sz w:val="24"/>
              </w:rPr>
            </w:pPr>
          </w:p>
        </w:tc>
      </w:tr>
      <w:tr w:rsidR="00F54193" w:rsidRPr="003B407A" w14:paraId="143ABA8D" w14:textId="77777777" w:rsidTr="00C05F44">
        <w:tc>
          <w:tcPr>
            <w:tcW w:w="1985" w:type="dxa"/>
          </w:tcPr>
          <w:p w14:paraId="5990E71B" w14:textId="77777777" w:rsidR="00F54193" w:rsidRPr="003B407A" w:rsidRDefault="00F54193" w:rsidP="00670628">
            <w:pPr>
              <w:pStyle w:val="Punktygwne"/>
              <w:spacing w:before="0" w:after="0" w:line="20" w:lineRule="atLeast"/>
              <w:rPr>
                <w:rFonts w:ascii="Corbel" w:hAnsi="Corbel"/>
                <w:b w:val="0"/>
                <w:smallCaps w:val="0"/>
              </w:rPr>
            </w:pPr>
            <w:r w:rsidRPr="003B407A">
              <w:rPr>
                <w:rFonts w:ascii="Corbel" w:hAnsi="Corbel"/>
                <w:b w:val="0"/>
                <w:smallCaps w:val="0"/>
              </w:rPr>
              <w:lastRenderedPageBreak/>
              <w:t>EK_04</w:t>
            </w:r>
          </w:p>
        </w:tc>
        <w:tc>
          <w:tcPr>
            <w:tcW w:w="5528" w:type="dxa"/>
          </w:tcPr>
          <w:p w14:paraId="70AD2AEF" w14:textId="77777777" w:rsidR="00F54193" w:rsidRPr="003B407A" w:rsidRDefault="00670628" w:rsidP="00670628">
            <w:pPr>
              <w:spacing w:after="0" w:line="20" w:lineRule="atLeast"/>
              <w:jc w:val="both"/>
              <w:rPr>
                <w:rFonts w:ascii="Corbel" w:eastAsia="Cambria" w:hAnsi="Corbel"/>
                <w:color w:val="000000" w:themeColor="text1"/>
                <w:sz w:val="24"/>
              </w:rPr>
            </w:pPr>
            <w:r w:rsidRPr="003B407A">
              <w:rPr>
                <w:rFonts w:ascii="Corbel" w:eastAsia="Cambria" w:hAnsi="Corbel"/>
                <w:sz w:val="24"/>
              </w:rPr>
              <w:t xml:space="preserve">- zaliczenie w formie referatu lub prezentacji multimedialnej, a także </w:t>
            </w:r>
            <w:r w:rsidRPr="003B407A">
              <w:rPr>
                <w:rFonts w:ascii="Corbel" w:eastAsia="Cambria" w:hAnsi="Corbel"/>
                <w:color w:val="000000" w:themeColor="text1"/>
                <w:sz w:val="24"/>
              </w:rPr>
              <w:t>zaliczenie na ocenę;</w:t>
            </w:r>
          </w:p>
          <w:p w14:paraId="08125F2D" w14:textId="77777777" w:rsidR="00BA6774" w:rsidRPr="003B407A" w:rsidRDefault="00BA6774" w:rsidP="00670628">
            <w:pPr>
              <w:spacing w:after="0" w:line="20" w:lineRule="atLeast"/>
              <w:jc w:val="both"/>
              <w:rPr>
                <w:rFonts w:ascii="Corbel" w:eastAsia="Cambria" w:hAnsi="Corbel"/>
                <w:sz w:val="24"/>
              </w:rPr>
            </w:pPr>
            <w:r w:rsidRPr="003B407A">
              <w:rPr>
                <w:rFonts w:ascii="Corbel" w:hAnsi="Corbel"/>
                <w:sz w:val="24"/>
              </w:rPr>
              <w:t>- obserwacja;</w:t>
            </w:r>
          </w:p>
        </w:tc>
        <w:tc>
          <w:tcPr>
            <w:tcW w:w="2126" w:type="dxa"/>
          </w:tcPr>
          <w:p w14:paraId="064E10DF" w14:textId="77777777" w:rsidR="00F54193" w:rsidRPr="003B407A" w:rsidRDefault="00F54193" w:rsidP="00C3035E">
            <w:pPr>
              <w:spacing w:after="0" w:line="240" w:lineRule="auto"/>
              <w:rPr>
                <w:rFonts w:ascii="Corbel" w:eastAsia="Cambria" w:hAnsi="Corbel"/>
                <w:sz w:val="24"/>
              </w:rPr>
            </w:pPr>
            <w:r w:rsidRPr="003B407A">
              <w:rPr>
                <w:rFonts w:ascii="Corbel" w:eastAsia="Cambria" w:hAnsi="Corbel"/>
                <w:sz w:val="24"/>
              </w:rPr>
              <w:t>- konwersatorium;</w:t>
            </w:r>
          </w:p>
          <w:p w14:paraId="5997CC1D" w14:textId="77777777" w:rsidR="00F54193" w:rsidRPr="003B407A" w:rsidRDefault="00F54193" w:rsidP="00C3035E">
            <w:pPr>
              <w:spacing w:after="0" w:line="240" w:lineRule="auto"/>
              <w:rPr>
                <w:rFonts w:ascii="Corbel" w:eastAsia="Cambria" w:hAnsi="Corbel"/>
                <w:sz w:val="24"/>
              </w:rPr>
            </w:pPr>
          </w:p>
        </w:tc>
      </w:tr>
      <w:tr w:rsidR="00F54193" w:rsidRPr="003B407A" w14:paraId="23C19B90" w14:textId="77777777" w:rsidTr="00C05F44">
        <w:tc>
          <w:tcPr>
            <w:tcW w:w="1985" w:type="dxa"/>
          </w:tcPr>
          <w:p w14:paraId="4A2F1096" w14:textId="77777777" w:rsidR="00F54193" w:rsidRPr="003B407A" w:rsidRDefault="00F54193" w:rsidP="00670628">
            <w:pPr>
              <w:pStyle w:val="Punktygwne"/>
              <w:spacing w:before="0" w:after="0" w:line="20" w:lineRule="atLeast"/>
              <w:rPr>
                <w:rFonts w:ascii="Corbel" w:hAnsi="Corbel"/>
                <w:b w:val="0"/>
                <w:smallCaps w:val="0"/>
              </w:rPr>
            </w:pPr>
            <w:r w:rsidRPr="003B407A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528" w:type="dxa"/>
          </w:tcPr>
          <w:p w14:paraId="2DBDDEFA" w14:textId="77777777" w:rsidR="00F54193" w:rsidRPr="003B407A" w:rsidRDefault="00670628" w:rsidP="00670628">
            <w:pPr>
              <w:spacing w:after="0" w:line="20" w:lineRule="atLeast"/>
              <w:jc w:val="both"/>
              <w:rPr>
                <w:rFonts w:ascii="Corbel" w:eastAsia="Cambria" w:hAnsi="Corbel"/>
                <w:color w:val="000000" w:themeColor="text1"/>
                <w:sz w:val="24"/>
              </w:rPr>
            </w:pPr>
            <w:r w:rsidRPr="003B407A">
              <w:rPr>
                <w:rFonts w:ascii="Corbel" w:eastAsia="Cambria" w:hAnsi="Corbel"/>
                <w:sz w:val="24"/>
              </w:rPr>
              <w:t xml:space="preserve">- zaliczenie w formie referatu lub prezentacji multimedialnej, a także </w:t>
            </w:r>
            <w:r w:rsidRPr="003B407A">
              <w:rPr>
                <w:rFonts w:ascii="Corbel" w:eastAsia="Cambria" w:hAnsi="Corbel"/>
                <w:color w:val="000000" w:themeColor="text1"/>
                <w:sz w:val="24"/>
              </w:rPr>
              <w:t>zaliczenie na ocenę;</w:t>
            </w:r>
          </w:p>
          <w:p w14:paraId="64DCB144" w14:textId="77777777" w:rsidR="00BA6774" w:rsidRPr="003B407A" w:rsidRDefault="00BA6774" w:rsidP="00670628">
            <w:pPr>
              <w:spacing w:after="0" w:line="20" w:lineRule="atLeast"/>
              <w:jc w:val="both"/>
              <w:rPr>
                <w:rFonts w:ascii="Corbel" w:eastAsia="Cambria" w:hAnsi="Corbel"/>
                <w:sz w:val="24"/>
              </w:rPr>
            </w:pPr>
            <w:r w:rsidRPr="003B407A">
              <w:rPr>
                <w:rFonts w:ascii="Corbel" w:hAnsi="Corbel"/>
                <w:sz w:val="24"/>
              </w:rPr>
              <w:t>- obserwacja;</w:t>
            </w:r>
          </w:p>
        </w:tc>
        <w:tc>
          <w:tcPr>
            <w:tcW w:w="2126" w:type="dxa"/>
          </w:tcPr>
          <w:p w14:paraId="2701923F" w14:textId="77777777" w:rsidR="00F54193" w:rsidRPr="003B407A" w:rsidRDefault="00F54193" w:rsidP="00C3035E">
            <w:pPr>
              <w:spacing w:after="0" w:line="240" w:lineRule="auto"/>
              <w:rPr>
                <w:rFonts w:ascii="Corbel" w:eastAsia="Cambria" w:hAnsi="Corbel"/>
                <w:sz w:val="24"/>
              </w:rPr>
            </w:pPr>
            <w:r w:rsidRPr="003B407A">
              <w:rPr>
                <w:rFonts w:ascii="Corbel" w:eastAsia="Cambria" w:hAnsi="Corbel"/>
                <w:sz w:val="24"/>
              </w:rPr>
              <w:t>- konwersatorium;</w:t>
            </w:r>
          </w:p>
          <w:p w14:paraId="110FFD37" w14:textId="77777777" w:rsidR="00F54193" w:rsidRPr="003B407A" w:rsidRDefault="00F54193" w:rsidP="00C3035E">
            <w:pPr>
              <w:spacing w:after="0" w:line="240" w:lineRule="auto"/>
              <w:rPr>
                <w:rFonts w:ascii="Corbel" w:eastAsia="Cambria" w:hAnsi="Corbel"/>
                <w:sz w:val="24"/>
              </w:rPr>
            </w:pPr>
          </w:p>
        </w:tc>
      </w:tr>
    </w:tbl>
    <w:p w14:paraId="6B699379" w14:textId="77777777" w:rsidR="006A1CD1" w:rsidRDefault="006A1CD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CD8EF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D35CB8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F72F64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B407A" w14:paraId="7DC68716" w14:textId="77777777" w:rsidTr="300492EE">
        <w:tc>
          <w:tcPr>
            <w:tcW w:w="9670" w:type="dxa"/>
          </w:tcPr>
          <w:p w14:paraId="49424F07" w14:textId="57D9B74A" w:rsidR="00670628" w:rsidRPr="003B407A" w:rsidRDefault="6D1F25BA" w:rsidP="300492EE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300492EE">
              <w:rPr>
                <w:rFonts w:ascii="Corbel" w:eastAsia="Cambria" w:hAnsi="Corbel"/>
                <w:sz w:val="24"/>
                <w:szCs w:val="24"/>
              </w:rPr>
              <w:t>- w zakresie zaliczenia z oceną w formie przygotowanego referatu lub prezentacji multimedialnej oraz testu z odpowiedziami wielokrotnego wyboru – uzyskanie od 20% punktów przy wysokim stopniu szczegółowości testu, od 35% punktów przy średnim stopniu szczegółowości oraz 55% przy niskim stopniu szczegółowości;</w:t>
            </w:r>
          </w:p>
          <w:p w14:paraId="041E9614" w14:textId="77777777" w:rsidR="00923D7D" w:rsidRPr="003B407A" w:rsidRDefault="00670628" w:rsidP="00670628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</w:rPr>
            </w:pPr>
            <w:r w:rsidRPr="003B407A">
              <w:rPr>
                <w:rFonts w:ascii="Corbel" w:eastAsia="Cambria" w:hAnsi="Corbel"/>
              </w:rPr>
              <w:t>Kryteria oceny: zakres kompletności wiedzy, wysoka umiejętność kojarzenia faktów, zdolność uzupełniania i aktualizowania posiadanych informacji;</w:t>
            </w:r>
          </w:p>
          <w:p w14:paraId="08CE6F91" w14:textId="77777777" w:rsidR="0085747A" w:rsidRPr="003B40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BB9E253" w14:textId="77777777" w:rsidR="00BA6774" w:rsidRDefault="00BA677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DE52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6"/>
        <w:gridCol w:w="4672"/>
      </w:tblGrid>
      <w:tr w:rsidR="0085747A" w:rsidRPr="009C54AE" w14:paraId="3808A828" w14:textId="77777777" w:rsidTr="300492EE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3472E7B" w14:textId="77777777" w:rsidTr="300492EE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007C906" w14:textId="77777777" w:rsidR="0085747A" w:rsidRPr="009C54AE" w:rsidRDefault="00275D8B" w:rsidP="00A01D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F5419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4E7E957E" w14:textId="77777777" w:rsidTr="300492EE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DE414B" w14:textId="77777777" w:rsidR="00A01D3C" w:rsidRDefault="00A01D3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  <w:r>
              <w:rPr>
                <w:rFonts w:ascii="Corbel" w:hAnsi="Corbel"/>
                <w:sz w:val="24"/>
                <w:szCs w:val="24"/>
              </w:rPr>
              <w:t xml:space="preserve"> (opcjonalny);</w:t>
            </w:r>
          </w:p>
          <w:p w14:paraId="4012D55B" w14:textId="77777777" w:rsidR="00C61DC5" w:rsidRPr="009C54AE" w:rsidRDefault="00A01D3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udział w zaliczeniu;</w:t>
            </w:r>
          </w:p>
        </w:tc>
        <w:tc>
          <w:tcPr>
            <w:tcW w:w="4677" w:type="dxa"/>
          </w:tcPr>
          <w:p w14:paraId="52E56223" w14:textId="77777777" w:rsidR="00A01D3C" w:rsidRDefault="00A01D3C" w:rsidP="00A01D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A0FC3A6" w14:textId="77777777" w:rsidR="00C61DC5" w:rsidRDefault="00D35CB8" w:rsidP="00A01D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</w:t>
            </w:r>
            <w:r w:rsidR="00A01D3C">
              <w:rPr>
                <w:rFonts w:ascii="Corbel" w:hAnsi="Corbel"/>
                <w:sz w:val="24"/>
                <w:szCs w:val="24"/>
              </w:rPr>
              <w:t>2</w:t>
            </w:r>
          </w:p>
          <w:p w14:paraId="1A02240E" w14:textId="77777777" w:rsidR="00A01D3C" w:rsidRPr="009C54AE" w:rsidRDefault="00D35CB8" w:rsidP="00A01D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</w:t>
            </w:r>
            <w:r w:rsidR="00A01D3C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59AB7260" w14:textId="77777777" w:rsidTr="300492EE">
        <w:tc>
          <w:tcPr>
            <w:tcW w:w="4962" w:type="dxa"/>
          </w:tcPr>
          <w:p w14:paraId="79F7CE48" w14:textId="77777777"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01D3C">
              <w:rPr>
                <w:rFonts w:ascii="Corbel" w:hAnsi="Corbel"/>
                <w:sz w:val="24"/>
                <w:szCs w:val="24"/>
              </w:rPr>
              <w:t>:</w:t>
            </w:r>
          </w:p>
          <w:p w14:paraId="6AAE7A1A" w14:textId="77777777" w:rsidR="00A01D3C" w:rsidRPr="009C54AE" w:rsidRDefault="00A01D3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9C54AE">
              <w:rPr>
                <w:rFonts w:ascii="Corbel" w:hAnsi="Corbel"/>
                <w:sz w:val="24"/>
                <w:szCs w:val="24"/>
              </w:rPr>
              <w:t>napisanie referatu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  <w:p w14:paraId="2993603E" w14:textId="77777777" w:rsidR="00C61DC5" w:rsidRPr="009C54AE" w:rsidRDefault="00A01D3C" w:rsidP="00A01D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zaliczenia;</w:t>
            </w:r>
          </w:p>
        </w:tc>
        <w:tc>
          <w:tcPr>
            <w:tcW w:w="4677" w:type="dxa"/>
          </w:tcPr>
          <w:p w14:paraId="07547A01" w14:textId="77777777" w:rsidR="00C61DC5" w:rsidRDefault="00C61DC5" w:rsidP="00A01D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043CB0F" w14:textId="77777777" w:rsidR="00A01D3C" w:rsidRDefault="00A01D3C" w:rsidP="00A01D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A5D40BD" w14:textId="77777777" w:rsidR="00A01D3C" w:rsidRDefault="00D35CB8" w:rsidP="00A01D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</w:t>
            </w:r>
            <w:r w:rsidR="00275D8B">
              <w:rPr>
                <w:rFonts w:ascii="Corbel" w:hAnsi="Corbel"/>
                <w:sz w:val="24"/>
                <w:szCs w:val="24"/>
              </w:rPr>
              <w:t>14</w:t>
            </w:r>
          </w:p>
          <w:p w14:paraId="0CD124DB" w14:textId="77777777" w:rsidR="00A01D3C" w:rsidRPr="009C54AE" w:rsidRDefault="00EB169F" w:rsidP="00A01D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275D8B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2B55E3E1" w14:textId="77777777" w:rsidTr="300492EE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EB169F" w:rsidP="00A01D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300492EE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9C54AE" w:rsidRDefault="00510955" w:rsidP="00A01D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7459315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37F28F" w14:textId="77777777" w:rsidR="006A1CD1" w:rsidRPr="009C54AE" w:rsidRDefault="006A1CD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DFB9E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4536"/>
      </w:tblGrid>
      <w:tr w:rsidR="0085747A" w:rsidRPr="009C54AE" w14:paraId="5454FE01" w14:textId="77777777" w:rsidTr="300492EE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536" w:type="dxa"/>
          </w:tcPr>
          <w:p w14:paraId="3AC2E41B" w14:textId="2D195267" w:rsidR="0085747A" w:rsidRPr="009C54AE" w:rsidRDefault="0C6524D2" w:rsidP="300492EE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</w:pPr>
            <w:r w:rsidRPr="300492EE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5BCC8499" w14:textId="77777777" w:rsidTr="300492EE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536" w:type="dxa"/>
          </w:tcPr>
          <w:p w14:paraId="09D9AC6E" w14:textId="2865858F" w:rsidR="0085747A" w:rsidRPr="009C54AE" w:rsidRDefault="0ACBAD46" w:rsidP="300492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00492EE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70DF9E56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E871BC" w14:textId="77777777" w:rsidR="006A1CD1" w:rsidRPr="009C54AE" w:rsidRDefault="006A1CD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41EDBC" w14:textId="77777777" w:rsidR="00755BF2" w:rsidRDefault="00755BF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BDB76AC" w14:textId="105B7270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44A5D2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3B407A" w14:paraId="59B8A622" w14:textId="77777777" w:rsidTr="300492EE">
        <w:trPr>
          <w:trHeight w:val="397"/>
        </w:trPr>
        <w:tc>
          <w:tcPr>
            <w:tcW w:w="9497" w:type="dxa"/>
          </w:tcPr>
          <w:p w14:paraId="729C9695" w14:textId="77777777" w:rsidR="0085747A" w:rsidRPr="003B407A" w:rsidRDefault="0085747A" w:rsidP="300492E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300492EE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738610EB" w14:textId="77777777" w:rsidR="00D35CB8" w:rsidRPr="003B407A" w:rsidRDefault="00D35C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AEB9FD0" w14:textId="77777777" w:rsidR="00D35CB8" w:rsidRPr="003B407A" w:rsidRDefault="00D35CB8" w:rsidP="00D35CB8">
            <w:pPr>
              <w:pStyle w:val="NormalnyWeb"/>
              <w:spacing w:before="0" w:beforeAutospacing="0" w:after="0" w:afterAutospacing="0"/>
              <w:rPr>
                <w:rFonts w:ascii="Corbel" w:hAnsi="Corbel"/>
                <w:szCs w:val="18"/>
              </w:rPr>
            </w:pPr>
            <w:r w:rsidRPr="003B407A">
              <w:rPr>
                <w:rFonts w:ascii="Corbel" w:hAnsi="Corbel"/>
                <w:szCs w:val="18"/>
              </w:rPr>
              <w:t xml:space="preserve">1. Mirosław Minkina, </w:t>
            </w:r>
            <w:r w:rsidRPr="003B407A">
              <w:rPr>
                <w:rFonts w:ascii="Corbel" w:hAnsi="Corbel"/>
                <w:i/>
                <w:szCs w:val="18"/>
              </w:rPr>
              <w:t>Sztuka wywiadu w państwie współczesnym</w:t>
            </w:r>
            <w:r w:rsidRPr="003B407A">
              <w:rPr>
                <w:rFonts w:ascii="Corbel" w:hAnsi="Corbel"/>
                <w:szCs w:val="18"/>
              </w:rPr>
              <w:t xml:space="preserve">, Warszawa 2014. </w:t>
            </w:r>
          </w:p>
          <w:p w14:paraId="5F77488C" w14:textId="77777777" w:rsidR="00D35CB8" w:rsidRPr="003B407A" w:rsidRDefault="00D35CB8" w:rsidP="00D35CB8">
            <w:pPr>
              <w:pStyle w:val="NormalnyWeb"/>
              <w:spacing w:before="0" w:beforeAutospacing="0" w:after="0" w:afterAutospacing="0"/>
              <w:rPr>
                <w:rFonts w:ascii="Corbel" w:hAnsi="Corbel"/>
                <w:szCs w:val="18"/>
              </w:rPr>
            </w:pPr>
            <w:r w:rsidRPr="003B407A">
              <w:rPr>
                <w:rFonts w:ascii="Corbel" w:hAnsi="Corbel"/>
                <w:szCs w:val="18"/>
              </w:rPr>
              <w:t xml:space="preserve">2. Michael Herman, </w:t>
            </w:r>
            <w:r w:rsidRPr="003B407A">
              <w:rPr>
                <w:rFonts w:ascii="Corbel" w:hAnsi="Corbel"/>
                <w:i/>
                <w:szCs w:val="18"/>
              </w:rPr>
              <w:t>Potęga wywiadu</w:t>
            </w:r>
            <w:r w:rsidRPr="003B407A">
              <w:rPr>
                <w:rFonts w:ascii="Corbel" w:hAnsi="Corbel"/>
                <w:szCs w:val="18"/>
              </w:rPr>
              <w:t>, Warszawa 2002.</w:t>
            </w:r>
          </w:p>
          <w:p w14:paraId="0C955054" w14:textId="77777777" w:rsidR="00D35CB8" w:rsidRPr="003B407A" w:rsidRDefault="00D35CB8" w:rsidP="00D35CB8">
            <w:pPr>
              <w:pStyle w:val="NormalnyWeb"/>
              <w:spacing w:before="0" w:beforeAutospacing="0" w:after="0" w:afterAutospacing="0"/>
              <w:rPr>
                <w:rFonts w:ascii="Corbel" w:hAnsi="Corbel"/>
                <w:szCs w:val="18"/>
              </w:rPr>
            </w:pPr>
            <w:r w:rsidRPr="003B407A">
              <w:rPr>
                <w:rFonts w:ascii="Corbel" w:hAnsi="Corbel"/>
                <w:szCs w:val="18"/>
              </w:rPr>
              <w:t xml:space="preserve">3. Jan Larecki, </w:t>
            </w:r>
            <w:r w:rsidRPr="003B407A">
              <w:rPr>
                <w:rFonts w:ascii="Corbel" w:hAnsi="Corbel"/>
                <w:i/>
                <w:szCs w:val="18"/>
              </w:rPr>
              <w:t>Wielki leksykon tajnych służb świata</w:t>
            </w:r>
            <w:r w:rsidRPr="003B407A">
              <w:rPr>
                <w:rFonts w:ascii="Corbel" w:hAnsi="Corbel"/>
                <w:szCs w:val="18"/>
              </w:rPr>
              <w:t>, Warszawa 2017.</w:t>
            </w:r>
          </w:p>
          <w:p w14:paraId="637805D2" w14:textId="77777777" w:rsidR="00A01D3C" w:rsidRPr="003B407A" w:rsidRDefault="00A01D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6D14DF" w14:paraId="50A9CD0A" w14:textId="77777777" w:rsidTr="300492EE">
        <w:trPr>
          <w:trHeight w:val="397"/>
        </w:trPr>
        <w:tc>
          <w:tcPr>
            <w:tcW w:w="9497" w:type="dxa"/>
          </w:tcPr>
          <w:p w14:paraId="1616B1D9" w14:textId="77777777" w:rsidR="0085747A" w:rsidRPr="003B407A" w:rsidRDefault="0085747A" w:rsidP="300492E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300492EE">
              <w:rPr>
                <w:rFonts w:ascii="Corbel" w:hAnsi="Corbel"/>
                <w:bCs/>
                <w:smallCaps w:val="0"/>
              </w:rPr>
              <w:lastRenderedPageBreak/>
              <w:t xml:space="preserve">Literatura uzupełniająca: </w:t>
            </w:r>
          </w:p>
          <w:p w14:paraId="463F29E8" w14:textId="77777777" w:rsidR="00A01D3C" w:rsidRPr="003B407A" w:rsidRDefault="00A01D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22BD94A" w14:textId="5DC0F400" w:rsidR="00D35CB8" w:rsidRPr="003B407A" w:rsidRDefault="00D35CB8" w:rsidP="300492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0492EE">
              <w:rPr>
                <w:rFonts w:ascii="Corbel" w:hAnsi="Corbel"/>
                <w:b w:val="0"/>
                <w:smallCaps w:val="0"/>
              </w:rPr>
              <w:t xml:space="preserve">1. Roger Faligot, Remi Kauffer, </w:t>
            </w:r>
            <w:r w:rsidRPr="300492EE">
              <w:rPr>
                <w:rFonts w:ascii="Corbel" w:hAnsi="Corbel"/>
                <w:b w:val="0"/>
                <w:i/>
                <w:iCs/>
                <w:smallCaps w:val="0"/>
              </w:rPr>
              <w:t>Służby specjalne. Historia wywiadu i kontrwywiadu na świecie</w:t>
            </w:r>
            <w:r w:rsidRPr="300492EE">
              <w:rPr>
                <w:rFonts w:ascii="Corbel" w:hAnsi="Corbel"/>
                <w:b w:val="0"/>
                <w:smallCaps w:val="0"/>
              </w:rPr>
              <w:t>, Warszawa 2006.</w:t>
            </w:r>
          </w:p>
          <w:p w14:paraId="246DD1A7" w14:textId="6B7BBE0D" w:rsidR="00D35CB8" w:rsidRPr="003B407A" w:rsidRDefault="00D35CB8" w:rsidP="300492E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</w:rPr>
            </w:pPr>
            <w:r w:rsidRPr="300492EE">
              <w:rPr>
                <w:rFonts w:ascii="Corbel" w:hAnsi="Corbel"/>
                <w:b w:val="0"/>
                <w:smallCaps w:val="0"/>
              </w:rPr>
              <w:t xml:space="preserve">2. Andrzej Misiuk, </w:t>
            </w:r>
            <w:r w:rsidRPr="300492EE">
              <w:rPr>
                <w:rFonts w:ascii="Corbel" w:hAnsi="Corbel"/>
                <w:b w:val="0"/>
                <w:i/>
                <w:iCs/>
                <w:smallCaps w:val="0"/>
              </w:rPr>
              <w:t>Historia bezpieczeństwa wewnętrznego w Polsce. Zarys dziejów instytucji i służb w latach</w:t>
            </w:r>
            <w:r w:rsidR="5AF3C6D2" w:rsidRPr="300492EE">
              <w:rPr>
                <w:rFonts w:ascii="Corbel" w:hAnsi="Corbel"/>
                <w:b w:val="0"/>
                <w:i/>
                <w:iCs/>
                <w:smallCaps w:val="0"/>
              </w:rPr>
              <w:t xml:space="preserve"> </w:t>
            </w:r>
            <w:r w:rsidRPr="300492EE">
              <w:rPr>
                <w:rFonts w:ascii="Corbel" w:hAnsi="Corbel"/>
                <w:b w:val="0"/>
                <w:i/>
                <w:iCs/>
                <w:smallCaps w:val="0"/>
              </w:rPr>
              <w:t>1764-1990</w:t>
            </w:r>
            <w:r w:rsidRPr="300492EE">
              <w:rPr>
                <w:rFonts w:ascii="Corbel" w:hAnsi="Corbel"/>
                <w:b w:val="0"/>
                <w:smallCaps w:val="0"/>
              </w:rPr>
              <w:t>, Warszawa 2015.</w:t>
            </w:r>
          </w:p>
          <w:p w14:paraId="0DDCCEBA" w14:textId="77777777" w:rsidR="00D35CB8" w:rsidRPr="003B407A" w:rsidRDefault="00D35CB8" w:rsidP="00D35C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18"/>
              </w:rPr>
            </w:pPr>
            <w:r w:rsidRPr="003B407A">
              <w:rPr>
                <w:rFonts w:ascii="Corbel" w:hAnsi="Corbel"/>
                <w:b w:val="0"/>
                <w:smallCaps w:val="0"/>
                <w:szCs w:val="18"/>
              </w:rPr>
              <w:t xml:space="preserve">3. Andrzej Misiuk, </w:t>
            </w:r>
            <w:r w:rsidRPr="003B407A">
              <w:rPr>
                <w:rFonts w:ascii="Corbel" w:hAnsi="Corbel"/>
                <w:b w:val="0"/>
                <w:i/>
                <w:smallCaps w:val="0"/>
                <w:szCs w:val="18"/>
              </w:rPr>
              <w:t>Służby specjalne II Rzeczypospolitej</w:t>
            </w:r>
            <w:r w:rsidRPr="003B407A">
              <w:rPr>
                <w:rFonts w:ascii="Corbel" w:hAnsi="Corbel"/>
                <w:b w:val="0"/>
                <w:smallCaps w:val="0"/>
                <w:szCs w:val="18"/>
              </w:rPr>
              <w:t xml:space="preserve">, Warszawa 1998. </w:t>
            </w:r>
          </w:p>
          <w:p w14:paraId="71D418AE" w14:textId="4C15BE17" w:rsidR="00D35CB8" w:rsidRPr="003B407A" w:rsidRDefault="00D35CB8" w:rsidP="300492E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</w:rPr>
            </w:pPr>
            <w:r w:rsidRPr="300492EE">
              <w:rPr>
                <w:rFonts w:ascii="Corbel" w:hAnsi="Corbel"/>
                <w:b w:val="0"/>
                <w:smallCaps w:val="0"/>
              </w:rPr>
              <w:t xml:space="preserve">4. Adrian Jusupović, Rafał Leśkiewicz (red.), </w:t>
            </w:r>
            <w:r w:rsidRPr="300492EE">
              <w:rPr>
                <w:rFonts w:ascii="Corbel" w:hAnsi="Corbel"/>
                <w:b w:val="0"/>
                <w:i/>
                <w:iCs/>
                <w:smallCaps w:val="0"/>
              </w:rPr>
              <w:t>Historyczno-prawna analiza struktur organów bezpieczeństwa</w:t>
            </w:r>
            <w:r w:rsidR="7FC73798" w:rsidRPr="300492EE">
              <w:rPr>
                <w:rFonts w:ascii="Corbel" w:hAnsi="Corbel"/>
                <w:b w:val="0"/>
                <w:i/>
                <w:iCs/>
                <w:smallCaps w:val="0"/>
              </w:rPr>
              <w:t xml:space="preserve"> </w:t>
            </w:r>
            <w:r w:rsidRPr="300492EE">
              <w:rPr>
                <w:rFonts w:ascii="Corbel" w:hAnsi="Corbel"/>
                <w:b w:val="0"/>
                <w:i/>
                <w:iCs/>
                <w:smallCaps w:val="0"/>
              </w:rPr>
              <w:t>państwa w Polsce Ludowej (1944-1990). Zbiór studiów</w:t>
            </w:r>
            <w:r w:rsidRPr="300492EE">
              <w:rPr>
                <w:rFonts w:ascii="Corbel" w:hAnsi="Corbel"/>
                <w:b w:val="0"/>
                <w:smallCaps w:val="0"/>
              </w:rPr>
              <w:t>, Warszawa 2013.</w:t>
            </w:r>
          </w:p>
          <w:p w14:paraId="4C320FD3" w14:textId="4E874DE3" w:rsidR="00D35CB8" w:rsidRPr="003B407A" w:rsidRDefault="7F97E527" w:rsidP="300492E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</w:rPr>
            </w:pPr>
            <w:r w:rsidRPr="300492EE">
              <w:rPr>
                <w:rFonts w:ascii="Corbel" w:hAnsi="Corbel"/>
                <w:b w:val="0"/>
                <w:smallCaps w:val="0"/>
              </w:rPr>
              <w:t>5</w:t>
            </w:r>
            <w:r w:rsidR="00D35CB8" w:rsidRPr="300492EE">
              <w:rPr>
                <w:rFonts w:ascii="Corbel" w:hAnsi="Corbel"/>
                <w:b w:val="0"/>
                <w:smallCaps w:val="0"/>
              </w:rPr>
              <w:t xml:space="preserve">. Piotr Swoboda, </w:t>
            </w:r>
            <w:r w:rsidR="00D35CB8" w:rsidRPr="300492EE">
              <w:rPr>
                <w:rFonts w:ascii="Corbel" w:hAnsi="Corbel"/>
                <w:b w:val="0"/>
                <w:i/>
                <w:iCs/>
                <w:smallCaps w:val="0"/>
              </w:rPr>
              <w:t>Wywiad i kontrwywiad w Polsce w procesie przemian systemowych (1989-2007)</w:t>
            </w:r>
            <w:r w:rsidR="00D35CB8" w:rsidRPr="300492EE">
              <w:rPr>
                <w:rFonts w:ascii="Corbel" w:hAnsi="Corbel"/>
                <w:b w:val="0"/>
                <w:smallCaps w:val="0"/>
              </w:rPr>
              <w:t xml:space="preserve">, Kraków </w:t>
            </w:r>
            <w:r w:rsidR="512D0D8A" w:rsidRPr="300492EE">
              <w:rPr>
                <w:rFonts w:ascii="Corbel" w:hAnsi="Corbel"/>
                <w:b w:val="0"/>
                <w:smallCaps w:val="0"/>
              </w:rPr>
              <w:t>20</w:t>
            </w:r>
            <w:r w:rsidR="00D35CB8" w:rsidRPr="300492EE">
              <w:rPr>
                <w:rFonts w:ascii="Corbel" w:hAnsi="Corbel"/>
                <w:b w:val="0"/>
                <w:smallCaps w:val="0"/>
              </w:rPr>
              <w:t>16.</w:t>
            </w:r>
          </w:p>
          <w:p w14:paraId="11546F72" w14:textId="56755F73" w:rsidR="00D35CB8" w:rsidRPr="003B407A" w:rsidRDefault="7F97E527" w:rsidP="300492E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</w:rPr>
            </w:pPr>
            <w:r w:rsidRPr="300492EE">
              <w:rPr>
                <w:rFonts w:ascii="Corbel" w:hAnsi="Corbel"/>
                <w:b w:val="0"/>
                <w:smallCaps w:val="0"/>
              </w:rPr>
              <w:t>6</w:t>
            </w:r>
            <w:r w:rsidR="00D35CB8" w:rsidRPr="300492EE">
              <w:rPr>
                <w:rFonts w:ascii="Corbel" w:hAnsi="Corbel"/>
                <w:b w:val="0"/>
                <w:smallCaps w:val="0"/>
              </w:rPr>
              <w:t xml:space="preserve">. Zbigniew Siemiątkowski, Aleksandra Zięba (red.), </w:t>
            </w:r>
            <w:r w:rsidR="00D35CB8" w:rsidRPr="300492EE">
              <w:rPr>
                <w:rFonts w:ascii="Corbel" w:hAnsi="Corbel"/>
                <w:b w:val="0"/>
                <w:i/>
                <w:iCs/>
                <w:smallCaps w:val="0"/>
              </w:rPr>
              <w:t>Służby specjalne we współczesnym państwie</w:t>
            </w:r>
            <w:r w:rsidR="00D35CB8" w:rsidRPr="300492EE">
              <w:rPr>
                <w:rFonts w:ascii="Corbel" w:hAnsi="Corbel"/>
                <w:b w:val="0"/>
                <w:smallCaps w:val="0"/>
              </w:rPr>
              <w:t>,</w:t>
            </w:r>
            <w:r w:rsidR="4F5D45D5" w:rsidRPr="300492EE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35CB8" w:rsidRPr="300492EE">
              <w:rPr>
                <w:rFonts w:ascii="Corbel" w:hAnsi="Corbel"/>
                <w:b w:val="0"/>
                <w:smallCaps w:val="0"/>
              </w:rPr>
              <w:t xml:space="preserve">Warszawa 2016. </w:t>
            </w:r>
          </w:p>
          <w:p w14:paraId="6C9EACC7" w14:textId="77777777" w:rsidR="00D35CB8" w:rsidRPr="003B407A" w:rsidRDefault="0099311E" w:rsidP="00D35C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18"/>
              </w:rPr>
            </w:pPr>
            <w:r w:rsidRPr="003B407A">
              <w:rPr>
                <w:rFonts w:ascii="Corbel" w:hAnsi="Corbel"/>
                <w:b w:val="0"/>
                <w:smallCaps w:val="0"/>
                <w:szCs w:val="18"/>
              </w:rPr>
              <w:t>7</w:t>
            </w:r>
            <w:r w:rsidR="00D35CB8" w:rsidRPr="003B407A">
              <w:rPr>
                <w:rFonts w:ascii="Corbel" w:hAnsi="Corbel"/>
                <w:b w:val="0"/>
                <w:smallCaps w:val="0"/>
                <w:szCs w:val="18"/>
              </w:rPr>
              <w:t xml:space="preserve">. Tim Weiner, </w:t>
            </w:r>
            <w:r w:rsidR="00D35CB8" w:rsidRPr="003B407A">
              <w:rPr>
                <w:rFonts w:ascii="Corbel" w:hAnsi="Corbel"/>
                <w:b w:val="0"/>
                <w:i/>
                <w:smallCaps w:val="0"/>
                <w:szCs w:val="18"/>
              </w:rPr>
              <w:t>Dziedzictwo popiołów, Historia CIA</w:t>
            </w:r>
            <w:r w:rsidR="00D35CB8" w:rsidRPr="003B407A">
              <w:rPr>
                <w:rFonts w:ascii="Corbel" w:hAnsi="Corbel"/>
                <w:b w:val="0"/>
                <w:smallCaps w:val="0"/>
                <w:szCs w:val="18"/>
              </w:rPr>
              <w:t>, Poznań 2009.</w:t>
            </w:r>
          </w:p>
          <w:p w14:paraId="5BDC2F4C" w14:textId="77777777" w:rsidR="00D35CB8" w:rsidRPr="003B407A" w:rsidRDefault="0099311E" w:rsidP="00D35C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18"/>
              </w:rPr>
            </w:pPr>
            <w:r w:rsidRPr="003B407A">
              <w:rPr>
                <w:rFonts w:ascii="Corbel" w:hAnsi="Corbel"/>
                <w:b w:val="0"/>
                <w:smallCaps w:val="0"/>
                <w:szCs w:val="18"/>
              </w:rPr>
              <w:t>8</w:t>
            </w:r>
            <w:r w:rsidR="00D35CB8" w:rsidRPr="003B407A">
              <w:rPr>
                <w:rFonts w:ascii="Corbel" w:hAnsi="Corbel"/>
                <w:b w:val="0"/>
                <w:smallCaps w:val="0"/>
                <w:szCs w:val="18"/>
              </w:rPr>
              <w:t xml:space="preserve">. Edward Jay Epstein, </w:t>
            </w:r>
            <w:r w:rsidR="00D35CB8" w:rsidRPr="003B407A">
              <w:rPr>
                <w:rFonts w:ascii="Corbel" w:hAnsi="Corbel"/>
                <w:b w:val="0"/>
                <w:i/>
                <w:smallCaps w:val="0"/>
                <w:szCs w:val="18"/>
              </w:rPr>
              <w:t>Podstęp. Niewidzialna wojna między KGB a CIA</w:t>
            </w:r>
            <w:r w:rsidR="00D35CB8" w:rsidRPr="003B407A">
              <w:rPr>
                <w:rFonts w:ascii="Corbel" w:hAnsi="Corbel"/>
                <w:b w:val="0"/>
                <w:smallCaps w:val="0"/>
                <w:szCs w:val="18"/>
              </w:rPr>
              <w:t>, Krosno 1992.</w:t>
            </w:r>
          </w:p>
          <w:p w14:paraId="1DD0F531" w14:textId="77777777" w:rsidR="00D35CB8" w:rsidRPr="005A75B3" w:rsidRDefault="0099311E" w:rsidP="00D35C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18"/>
                <w:lang w:val="en-GB"/>
              </w:rPr>
            </w:pPr>
            <w:r w:rsidRPr="005A75B3">
              <w:rPr>
                <w:rFonts w:ascii="Corbel" w:hAnsi="Corbel"/>
                <w:b w:val="0"/>
                <w:smallCaps w:val="0"/>
                <w:szCs w:val="18"/>
                <w:lang w:val="en-GB"/>
              </w:rPr>
              <w:t>9</w:t>
            </w:r>
            <w:r w:rsidR="00D35CB8" w:rsidRPr="005A75B3">
              <w:rPr>
                <w:rFonts w:ascii="Corbel" w:hAnsi="Corbel"/>
                <w:b w:val="0"/>
                <w:smallCaps w:val="0"/>
                <w:szCs w:val="18"/>
                <w:lang w:val="en-GB"/>
              </w:rPr>
              <w:t xml:space="preserve">. Jefffrey Richelson, </w:t>
            </w:r>
            <w:r w:rsidR="00D35CB8" w:rsidRPr="005A75B3">
              <w:rPr>
                <w:rFonts w:ascii="Corbel" w:hAnsi="Corbel"/>
                <w:b w:val="0"/>
                <w:i/>
                <w:smallCaps w:val="0"/>
                <w:szCs w:val="18"/>
                <w:lang w:val="en-GB"/>
              </w:rPr>
              <w:t>The U.S. Inelligence Community</w:t>
            </w:r>
            <w:r w:rsidR="00D35CB8" w:rsidRPr="005A75B3">
              <w:rPr>
                <w:rFonts w:ascii="Corbel" w:hAnsi="Corbel"/>
                <w:b w:val="0"/>
                <w:smallCaps w:val="0"/>
                <w:szCs w:val="18"/>
                <w:lang w:val="en-GB"/>
              </w:rPr>
              <w:t xml:space="preserve"> (7th Ed.), Boulder 2016.</w:t>
            </w:r>
          </w:p>
          <w:p w14:paraId="10CFB721" w14:textId="77777777" w:rsidR="00D35CB8" w:rsidRPr="003B407A" w:rsidRDefault="0099311E" w:rsidP="00D35C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18"/>
              </w:rPr>
            </w:pPr>
            <w:r w:rsidRPr="003B407A">
              <w:rPr>
                <w:rFonts w:ascii="Corbel" w:hAnsi="Corbel"/>
                <w:b w:val="0"/>
                <w:smallCaps w:val="0"/>
                <w:szCs w:val="18"/>
              </w:rPr>
              <w:t>10</w:t>
            </w:r>
            <w:r w:rsidR="00D35CB8" w:rsidRPr="003B407A">
              <w:rPr>
                <w:rFonts w:ascii="Corbel" w:hAnsi="Corbel"/>
                <w:b w:val="0"/>
                <w:smallCaps w:val="0"/>
                <w:szCs w:val="18"/>
              </w:rPr>
              <w:t xml:space="preserve">. Guido Knopp, </w:t>
            </w:r>
            <w:r w:rsidR="00D35CB8" w:rsidRPr="003B407A">
              <w:rPr>
                <w:rFonts w:ascii="Corbel" w:hAnsi="Corbel"/>
                <w:b w:val="0"/>
                <w:i/>
                <w:smallCaps w:val="0"/>
                <w:szCs w:val="18"/>
              </w:rPr>
              <w:t>Elita szpiegów</w:t>
            </w:r>
            <w:r w:rsidR="00D35CB8" w:rsidRPr="003B407A">
              <w:rPr>
                <w:rFonts w:ascii="Corbel" w:hAnsi="Corbel"/>
                <w:b w:val="0"/>
                <w:smallCaps w:val="0"/>
                <w:szCs w:val="18"/>
              </w:rPr>
              <w:t>, Bellona 2004.</w:t>
            </w:r>
          </w:p>
          <w:p w14:paraId="72F22FDA" w14:textId="77777777" w:rsidR="00C13B8F" w:rsidRPr="003B407A" w:rsidRDefault="0099311E" w:rsidP="00D35C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18"/>
              </w:rPr>
            </w:pPr>
            <w:r w:rsidRPr="003B407A">
              <w:rPr>
                <w:rFonts w:ascii="Corbel" w:hAnsi="Corbel"/>
                <w:b w:val="0"/>
                <w:smallCaps w:val="0"/>
                <w:szCs w:val="18"/>
              </w:rPr>
              <w:t>11</w:t>
            </w:r>
            <w:r w:rsidR="00C13B8F" w:rsidRPr="003B407A">
              <w:rPr>
                <w:rFonts w:ascii="Corbel" w:hAnsi="Corbel"/>
                <w:b w:val="0"/>
                <w:smallCaps w:val="0"/>
                <w:szCs w:val="18"/>
              </w:rPr>
              <w:t xml:space="preserve">. Roger Faligot, Jean Gusinel, Remi Kauffer, </w:t>
            </w:r>
            <w:r w:rsidR="00C13B8F" w:rsidRPr="003B407A">
              <w:rPr>
                <w:rFonts w:ascii="Corbel" w:hAnsi="Corbel"/>
                <w:b w:val="0"/>
                <w:i/>
                <w:smallCaps w:val="0"/>
                <w:szCs w:val="18"/>
              </w:rPr>
              <w:t>Francuskie służby specjalne</w:t>
            </w:r>
            <w:r w:rsidR="00C13B8F" w:rsidRPr="003B407A">
              <w:rPr>
                <w:rFonts w:ascii="Corbel" w:hAnsi="Corbel"/>
                <w:b w:val="0"/>
                <w:smallCaps w:val="0"/>
                <w:szCs w:val="18"/>
              </w:rPr>
              <w:t>, Warszawa 2019.</w:t>
            </w:r>
          </w:p>
          <w:p w14:paraId="64138C80" w14:textId="77777777" w:rsidR="00D35CB8" w:rsidRPr="003B407A" w:rsidRDefault="0099311E" w:rsidP="00D35C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18"/>
              </w:rPr>
            </w:pPr>
            <w:r w:rsidRPr="003B407A">
              <w:rPr>
                <w:rFonts w:ascii="Corbel" w:hAnsi="Corbel"/>
                <w:b w:val="0"/>
                <w:smallCaps w:val="0"/>
                <w:szCs w:val="18"/>
              </w:rPr>
              <w:t>12</w:t>
            </w:r>
            <w:r w:rsidR="00D35CB8" w:rsidRPr="003B407A">
              <w:rPr>
                <w:rFonts w:ascii="Corbel" w:hAnsi="Corbel"/>
                <w:b w:val="0"/>
                <w:smallCaps w:val="0"/>
                <w:szCs w:val="18"/>
              </w:rPr>
              <w:t xml:space="preserve">. Andrzej Grajewski, </w:t>
            </w:r>
            <w:r w:rsidR="00D35CB8" w:rsidRPr="003B407A">
              <w:rPr>
                <w:rFonts w:ascii="Corbel" w:hAnsi="Corbel"/>
                <w:b w:val="0"/>
                <w:i/>
                <w:smallCaps w:val="0"/>
                <w:szCs w:val="18"/>
              </w:rPr>
              <w:t>Tarcza i miecz. Rosyjskie służby secjalne 1991-1998</w:t>
            </w:r>
            <w:r w:rsidR="00D35CB8" w:rsidRPr="003B407A">
              <w:rPr>
                <w:rFonts w:ascii="Corbel" w:hAnsi="Corbel"/>
                <w:b w:val="0"/>
                <w:smallCaps w:val="0"/>
                <w:szCs w:val="18"/>
              </w:rPr>
              <w:t>, Warszawa 1998.</w:t>
            </w:r>
          </w:p>
          <w:p w14:paraId="3C43AD34" w14:textId="77777777" w:rsidR="00D35CB8" w:rsidRPr="003B407A" w:rsidRDefault="0099311E" w:rsidP="00D35C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18"/>
              </w:rPr>
            </w:pPr>
            <w:r w:rsidRPr="003B407A">
              <w:rPr>
                <w:rFonts w:ascii="Corbel" w:hAnsi="Corbel"/>
                <w:b w:val="0"/>
                <w:smallCaps w:val="0"/>
                <w:szCs w:val="18"/>
              </w:rPr>
              <w:t>13</w:t>
            </w:r>
            <w:r w:rsidR="00D35CB8" w:rsidRPr="003B407A">
              <w:rPr>
                <w:rFonts w:ascii="Corbel" w:hAnsi="Corbel"/>
                <w:b w:val="0"/>
                <w:smallCaps w:val="0"/>
                <w:szCs w:val="18"/>
              </w:rPr>
              <w:t xml:space="preserve">. Mirosław Minkina, </w:t>
            </w:r>
            <w:r w:rsidR="00D35CB8" w:rsidRPr="003B407A">
              <w:rPr>
                <w:rFonts w:ascii="Corbel" w:hAnsi="Corbel"/>
                <w:b w:val="0"/>
                <w:i/>
                <w:smallCaps w:val="0"/>
                <w:szCs w:val="18"/>
              </w:rPr>
              <w:t>FSB. Gwardia Kremla</w:t>
            </w:r>
            <w:r w:rsidR="00D35CB8" w:rsidRPr="003B407A">
              <w:rPr>
                <w:rFonts w:ascii="Corbel" w:hAnsi="Corbel"/>
                <w:b w:val="0"/>
                <w:smallCaps w:val="0"/>
                <w:szCs w:val="18"/>
              </w:rPr>
              <w:t>, Warszawa 2016.</w:t>
            </w:r>
          </w:p>
          <w:p w14:paraId="55AB731B" w14:textId="77777777" w:rsidR="00D35CB8" w:rsidRPr="003B407A" w:rsidRDefault="0099311E" w:rsidP="00D35C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18"/>
              </w:rPr>
            </w:pPr>
            <w:r w:rsidRPr="003B407A">
              <w:rPr>
                <w:rFonts w:ascii="Corbel" w:hAnsi="Corbel"/>
                <w:b w:val="0"/>
                <w:smallCaps w:val="0"/>
                <w:szCs w:val="18"/>
              </w:rPr>
              <w:t>14</w:t>
            </w:r>
            <w:r w:rsidR="00D35CB8" w:rsidRPr="003B407A">
              <w:rPr>
                <w:rFonts w:ascii="Corbel" w:hAnsi="Corbel"/>
                <w:b w:val="0"/>
                <w:smallCaps w:val="0"/>
                <w:szCs w:val="18"/>
              </w:rPr>
              <w:t xml:space="preserve">. Andriej Sołdatow, Irina Borogan, </w:t>
            </w:r>
            <w:r w:rsidR="00D35CB8" w:rsidRPr="003B407A">
              <w:rPr>
                <w:rFonts w:ascii="Corbel" w:hAnsi="Corbel"/>
                <w:b w:val="0"/>
                <w:i/>
                <w:smallCaps w:val="0"/>
                <w:szCs w:val="18"/>
              </w:rPr>
              <w:t>KGB/FSB. Władcy Rosji</w:t>
            </w:r>
            <w:r w:rsidR="00D35CB8" w:rsidRPr="003B407A">
              <w:rPr>
                <w:rFonts w:ascii="Corbel" w:hAnsi="Corbel"/>
                <w:b w:val="0"/>
                <w:smallCaps w:val="0"/>
                <w:szCs w:val="18"/>
              </w:rPr>
              <w:t>, Warszawa 2015.</w:t>
            </w:r>
          </w:p>
          <w:p w14:paraId="6FE21023" w14:textId="77777777" w:rsidR="00A01D3C" w:rsidRPr="003B407A" w:rsidRDefault="0099311E" w:rsidP="00D35C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18"/>
              </w:rPr>
            </w:pPr>
            <w:r w:rsidRPr="003B407A">
              <w:rPr>
                <w:rFonts w:ascii="Corbel" w:hAnsi="Corbel"/>
                <w:b w:val="0"/>
                <w:smallCaps w:val="0"/>
                <w:szCs w:val="18"/>
              </w:rPr>
              <w:t>15</w:t>
            </w:r>
            <w:r w:rsidR="00D35CB8" w:rsidRPr="003B407A">
              <w:rPr>
                <w:rFonts w:ascii="Corbel" w:hAnsi="Corbel"/>
                <w:b w:val="0"/>
                <w:smallCaps w:val="0"/>
                <w:szCs w:val="18"/>
              </w:rPr>
              <w:t xml:space="preserve">. Edward Lucas, </w:t>
            </w:r>
            <w:r w:rsidR="00D35CB8" w:rsidRPr="003B407A">
              <w:rPr>
                <w:rFonts w:ascii="Corbel" w:hAnsi="Corbel"/>
                <w:b w:val="0"/>
                <w:i/>
                <w:smallCaps w:val="0"/>
                <w:szCs w:val="18"/>
              </w:rPr>
              <w:t>Podstęp. O szpiegach, kłamstwach i o tym jak Rosja kiwa Zachód</w:t>
            </w:r>
            <w:r w:rsidR="00D35CB8" w:rsidRPr="003B407A">
              <w:rPr>
                <w:rFonts w:ascii="Corbel" w:hAnsi="Corbel"/>
                <w:b w:val="0"/>
                <w:smallCaps w:val="0"/>
                <w:szCs w:val="18"/>
              </w:rPr>
              <w:t>, Warszawa 2014.</w:t>
            </w:r>
          </w:p>
          <w:p w14:paraId="27BD7A9B" w14:textId="77777777" w:rsidR="00047853" w:rsidRPr="005A75B3" w:rsidRDefault="00047853" w:rsidP="000478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18"/>
                <w:lang w:val="en-GB"/>
              </w:rPr>
            </w:pPr>
            <w:r w:rsidRPr="005A75B3">
              <w:rPr>
                <w:rFonts w:ascii="Corbel" w:hAnsi="Corbel"/>
                <w:b w:val="0"/>
                <w:smallCaps w:val="0"/>
                <w:szCs w:val="18"/>
                <w:lang w:val="en-GB"/>
              </w:rPr>
              <w:t>16.</w:t>
            </w:r>
            <w:r w:rsidRPr="005A75B3">
              <w:rPr>
                <w:lang w:val="en-GB"/>
              </w:rPr>
              <w:t xml:space="preserve"> </w:t>
            </w:r>
            <w:r w:rsidRPr="005A75B3">
              <w:rPr>
                <w:rFonts w:ascii="Corbel" w:hAnsi="Corbel"/>
                <w:b w:val="0"/>
                <w:smallCaps w:val="0"/>
                <w:szCs w:val="18"/>
                <w:lang w:val="en-GB"/>
              </w:rPr>
              <w:t>Spy Swap. The Humiliation of Russia's Intelligence Services, Barnsley-Philadelphia 2021.</w:t>
            </w:r>
          </w:p>
        </w:tc>
      </w:tr>
    </w:tbl>
    <w:p w14:paraId="3B7B4B86" w14:textId="77777777" w:rsidR="0085747A" w:rsidRPr="005A75B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8ACDA" w14:textId="77777777" w:rsidR="00AD257D" w:rsidRDefault="00AD257D" w:rsidP="00C16ABF">
      <w:pPr>
        <w:spacing w:after="0" w:line="240" w:lineRule="auto"/>
      </w:pPr>
      <w:r>
        <w:separator/>
      </w:r>
    </w:p>
  </w:endnote>
  <w:endnote w:type="continuationSeparator" w:id="0">
    <w:p w14:paraId="67FE64C3" w14:textId="77777777" w:rsidR="00AD257D" w:rsidRDefault="00AD257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61553F" w14:textId="77777777" w:rsidR="00AD257D" w:rsidRDefault="00AD257D" w:rsidP="00C16ABF">
      <w:pPr>
        <w:spacing w:after="0" w:line="240" w:lineRule="auto"/>
      </w:pPr>
      <w:r>
        <w:separator/>
      </w:r>
    </w:p>
  </w:footnote>
  <w:footnote w:type="continuationSeparator" w:id="0">
    <w:p w14:paraId="01FBE497" w14:textId="77777777" w:rsidR="00AD257D" w:rsidRDefault="00AD257D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4017287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69B9"/>
    <w:rsid w:val="0004225E"/>
    <w:rsid w:val="00042A51"/>
    <w:rsid w:val="00042D2E"/>
    <w:rsid w:val="00044C82"/>
    <w:rsid w:val="00047853"/>
    <w:rsid w:val="00070ED6"/>
    <w:rsid w:val="000742DC"/>
    <w:rsid w:val="00084C12"/>
    <w:rsid w:val="0009462C"/>
    <w:rsid w:val="00094B12"/>
    <w:rsid w:val="00096C46"/>
    <w:rsid w:val="000A100D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2E1"/>
    <w:rsid w:val="00176083"/>
    <w:rsid w:val="00192F37"/>
    <w:rsid w:val="001A70D2"/>
    <w:rsid w:val="001C48D7"/>
    <w:rsid w:val="001D2629"/>
    <w:rsid w:val="001D657B"/>
    <w:rsid w:val="001D7B54"/>
    <w:rsid w:val="001E0209"/>
    <w:rsid w:val="001E667B"/>
    <w:rsid w:val="001F2CA2"/>
    <w:rsid w:val="002144C0"/>
    <w:rsid w:val="0022477D"/>
    <w:rsid w:val="002278A9"/>
    <w:rsid w:val="002336F9"/>
    <w:rsid w:val="0024028F"/>
    <w:rsid w:val="0024190C"/>
    <w:rsid w:val="00244ABC"/>
    <w:rsid w:val="00253B7B"/>
    <w:rsid w:val="00275D8B"/>
    <w:rsid w:val="00281FF2"/>
    <w:rsid w:val="002857DE"/>
    <w:rsid w:val="00291567"/>
    <w:rsid w:val="002A22BF"/>
    <w:rsid w:val="002A2389"/>
    <w:rsid w:val="002A671D"/>
    <w:rsid w:val="002B4D55"/>
    <w:rsid w:val="002B5931"/>
    <w:rsid w:val="002B5EA0"/>
    <w:rsid w:val="002B6119"/>
    <w:rsid w:val="002C1F06"/>
    <w:rsid w:val="002D3375"/>
    <w:rsid w:val="002D73D4"/>
    <w:rsid w:val="002F02A3"/>
    <w:rsid w:val="002F0D47"/>
    <w:rsid w:val="002F4ABE"/>
    <w:rsid w:val="002F56D0"/>
    <w:rsid w:val="002F7FE1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51A5"/>
    <w:rsid w:val="003B407A"/>
    <w:rsid w:val="003C0BAE"/>
    <w:rsid w:val="003D18A9"/>
    <w:rsid w:val="003D6CE2"/>
    <w:rsid w:val="003E1941"/>
    <w:rsid w:val="003E2FE6"/>
    <w:rsid w:val="003E49D5"/>
    <w:rsid w:val="003F205D"/>
    <w:rsid w:val="003F38C0"/>
    <w:rsid w:val="00407734"/>
    <w:rsid w:val="00414E3C"/>
    <w:rsid w:val="0042244A"/>
    <w:rsid w:val="0042745A"/>
    <w:rsid w:val="00431D5C"/>
    <w:rsid w:val="004362C6"/>
    <w:rsid w:val="00437FA2"/>
    <w:rsid w:val="00445970"/>
    <w:rsid w:val="00446231"/>
    <w:rsid w:val="00461EFC"/>
    <w:rsid w:val="004652C2"/>
    <w:rsid w:val="004706D1"/>
    <w:rsid w:val="00471326"/>
    <w:rsid w:val="0047598D"/>
    <w:rsid w:val="004840FD"/>
    <w:rsid w:val="00485F45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0955"/>
    <w:rsid w:val="00513B6F"/>
    <w:rsid w:val="00517C63"/>
    <w:rsid w:val="005363C4"/>
    <w:rsid w:val="00536BDE"/>
    <w:rsid w:val="00537C1D"/>
    <w:rsid w:val="00543ACC"/>
    <w:rsid w:val="0056696D"/>
    <w:rsid w:val="00585796"/>
    <w:rsid w:val="0059484D"/>
    <w:rsid w:val="005A0855"/>
    <w:rsid w:val="005A3196"/>
    <w:rsid w:val="005A5C25"/>
    <w:rsid w:val="005A60CB"/>
    <w:rsid w:val="005A684D"/>
    <w:rsid w:val="005A75B3"/>
    <w:rsid w:val="005B27FB"/>
    <w:rsid w:val="005C080F"/>
    <w:rsid w:val="005C55E5"/>
    <w:rsid w:val="005C696A"/>
    <w:rsid w:val="005E6E85"/>
    <w:rsid w:val="005F0D7A"/>
    <w:rsid w:val="005F31D2"/>
    <w:rsid w:val="005F7DC5"/>
    <w:rsid w:val="0060154B"/>
    <w:rsid w:val="0061029B"/>
    <w:rsid w:val="00617230"/>
    <w:rsid w:val="00621CE1"/>
    <w:rsid w:val="00627FC9"/>
    <w:rsid w:val="00647FA8"/>
    <w:rsid w:val="00650C5F"/>
    <w:rsid w:val="00654934"/>
    <w:rsid w:val="006553A5"/>
    <w:rsid w:val="006620D9"/>
    <w:rsid w:val="00670628"/>
    <w:rsid w:val="00671958"/>
    <w:rsid w:val="00675843"/>
    <w:rsid w:val="00696477"/>
    <w:rsid w:val="006A1CD1"/>
    <w:rsid w:val="006A4E50"/>
    <w:rsid w:val="006A7893"/>
    <w:rsid w:val="006D050F"/>
    <w:rsid w:val="006D14DF"/>
    <w:rsid w:val="006D6139"/>
    <w:rsid w:val="006D6D0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BF2"/>
    <w:rsid w:val="007569C4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2DB8"/>
    <w:rsid w:val="007D6E56"/>
    <w:rsid w:val="007E4DFD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3B8A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5B67"/>
    <w:rsid w:val="0094061B"/>
    <w:rsid w:val="009508DF"/>
    <w:rsid w:val="00950DAC"/>
    <w:rsid w:val="00954A07"/>
    <w:rsid w:val="0099311E"/>
    <w:rsid w:val="00997F14"/>
    <w:rsid w:val="009A78D9"/>
    <w:rsid w:val="009C3E31"/>
    <w:rsid w:val="009C54AE"/>
    <w:rsid w:val="009C788E"/>
    <w:rsid w:val="009D3F3B"/>
    <w:rsid w:val="009E0543"/>
    <w:rsid w:val="009E3B41"/>
    <w:rsid w:val="009E7CDE"/>
    <w:rsid w:val="009F3C5C"/>
    <w:rsid w:val="009F4610"/>
    <w:rsid w:val="00A00ECC"/>
    <w:rsid w:val="00A01D3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9DA"/>
    <w:rsid w:val="00A84C85"/>
    <w:rsid w:val="00A97DE1"/>
    <w:rsid w:val="00AB053C"/>
    <w:rsid w:val="00AC0BFA"/>
    <w:rsid w:val="00AD1146"/>
    <w:rsid w:val="00AD257D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774"/>
    <w:rsid w:val="00BB520A"/>
    <w:rsid w:val="00BD3869"/>
    <w:rsid w:val="00BD66E9"/>
    <w:rsid w:val="00BD6FF4"/>
    <w:rsid w:val="00BD7F0D"/>
    <w:rsid w:val="00BF2C41"/>
    <w:rsid w:val="00C058B4"/>
    <w:rsid w:val="00C05F44"/>
    <w:rsid w:val="00C131B5"/>
    <w:rsid w:val="00C13B8F"/>
    <w:rsid w:val="00C16ABF"/>
    <w:rsid w:val="00C170AE"/>
    <w:rsid w:val="00C26CB7"/>
    <w:rsid w:val="00C27D37"/>
    <w:rsid w:val="00C324C1"/>
    <w:rsid w:val="00C36992"/>
    <w:rsid w:val="00C56036"/>
    <w:rsid w:val="00C61DC5"/>
    <w:rsid w:val="00C67E92"/>
    <w:rsid w:val="00C70A26"/>
    <w:rsid w:val="00C766DF"/>
    <w:rsid w:val="00C83F0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4069"/>
    <w:rsid w:val="00D26B2C"/>
    <w:rsid w:val="00D352C9"/>
    <w:rsid w:val="00D35CB8"/>
    <w:rsid w:val="00D425B2"/>
    <w:rsid w:val="00D428D6"/>
    <w:rsid w:val="00D552B2"/>
    <w:rsid w:val="00D608D1"/>
    <w:rsid w:val="00D74119"/>
    <w:rsid w:val="00D8075B"/>
    <w:rsid w:val="00D8678B"/>
    <w:rsid w:val="00DA2114"/>
    <w:rsid w:val="00DA385A"/>
    <w:rsid w:val="00DE09C0"/>
    <w:rsid w:val="00DE4A14"/>
    <w:rsid w:val="00DF320D"/>
    <w:rsid w:val="00DF4F82"/>
    <w:rsid w:val="00DF71C8"/>
    <w:rsid w:val="00E129B8"/>
    <w:rsid w:val="00E21E7D"/>
    <w:rsid w:val="00E22FBC"/>
    <w:rsid w:val="00E24BF5"/>
    <w:rsid w:val="00E25338"/>
    <w:rsid w:val="00E32C1F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169F"/>
    <w:rsid w:val="00EC4899"/>
    <w:rsid w:val="00ED03AB"/>
    <w:rsid w:val="00ED32D2"/>
    <w:rsid w:val="00EE0BE1"/>
    <w:rsid w:val="00EE32DE"/>
    <w:rsid w:val="00EE5457"/>
    <w:rsid w:val="00EF7EE5"/>
    <w:rsid w:val="00F05BA6"/>
    <w:rsid w:val="00F070AB"/>
    <w:rsid w:val="00F17567"/>
    <w:rsid w:val="00F27A7B"/>
    <w:rsid w:val="00F32F26"/>
    <w:rsid w:val="00F3604E"/>
    <w:rsid w:val="00F526AF"/>
    <w:rsid w:val="00F54193"/>
    <w:rsid w:val="00F565F9"/>
    <w:rsid w:val="00F617C3"/>
    <w:rsid w:val="00F7066B"/>
    <w:rsid w:val="00F7124C"/>
    <w:rsid w:val="00F74D17"/>
    <w:rsid w:val="00F83B28"/>
    <w:rsid w:val="00F974DA"/>
    <w:rsid w:val="00FA45AB"/>
    <w:rsid w:val="00FA46E5"/>
    <w:rsid w:val="00FB7DBA"/>
    <w:rsid w:val="00FC1C25"/>
    <w:rsid w:val="00FC3F45"/>
    <w:rsid w:val="00FD04E8"/>
    <w:rsid w:val="00FD503F"/>
    <w:rsid w:val="00FD7589"/>
    <w:rsid w:val="00FE020B"/>
    <w:rsid w:val="00FF016A"/>
    <w:rsid w:val="00FF1401"/>
    <w:rsid w:val="00FF5E7D"/>
    <w:rsid w:val="0ACBAD46"/>
    <w:rsid w:val="0C6524D2"/>
    <w:rsid w:val="0E4DB5D0"/>
    <w:rsid w:val="13A42CC9"/>
    <w:rsid w:val="164D4E5A"/>
    <w:rsid w:val="300492EE"/>
    <w:rsid w:val="375789DE"/>
    <w:rsid w:val="3C559C43"/>
    <w:rsid w:val="3C98B8EF"/>
    <w:rsid w:val="427B1D31"/>
    <w:rsid w:val="43EB3D36"/>
    <w:rsid w:val="4538832C"/>
    <w:rsid w:val="45D67173"/>
    <w:rsid w:val="4A0B9BBB"/>
    <w:rsid w:val="4BC3B29F"/>
    <w:rsid w:val="4E917E4C"/>
    <w:rsid w:val="4F5D45D5"/>
    <w:rsid w:val="502D4EAD"/>
    <w:rsid w:val="512D0D8A"/>
    <w:rsid w:val="562BCD3B"/>
    <w:rsid w:val="596BA4BA"/>
    <w:rsid w:val="5AF3C6D2"/>
    <w:rsid w:val="5F2DD053"/>
    <w:rsid w:val="61F1449E"/>
    <w:rsid w:val="6D1F25BA"/>
    <w:rsid w:val="6ED4AA49"/>
    <w:rsid w:val="73C9F533"/>
    <w:rsid w:val="7E9DEA99"/>
    <w:rsid w:val="7F97E527"/>
    <w:rsid w:val="7FC73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6B94E"/>
  <w15:docId w15:val="{E1DF6271-5B42-45F3-970C-6A65A4C60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A01D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A01D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01D3C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A01D3C"/>
    <w:rPr>
      <w:rFonts w:eastAsia="Times New Roman"/>
      <w:b/>
      <w:bCs/>
      <w:kern w:val="36"/>
      <w:sz w:val="48"/>
      <w:szCs w:val="48"/>
    </w:rPr>
  </w:style>
  <w:style w:type="character" w:customStyle="1" w:styleId="st">
    <w:name w:val="st"/>
    <w:basedOn w:val="Domylnaczcionkaakapitu"/>
    <w:rsid w:val="00A01D3C"/>
  </w:style>
  <w:style w:type="character" w:customStyle="1" w:styleId="large">
    <w:name w:val="large"/>
    <w:basedOn w:val="Domylnaczcionkaakapitu"/>
    <w:rsid w:val="00A01D3C"/>
  </w:style>
  <w:style w:type="character" w:styleId="Odwoaniedokomentarza">
    <w:name w:val="annotation reference"/>
    <w:basedOn w:val="Domylnaczcionkaakapitu"/>
    <w:uiPriority w:val="99"/>
    <w:semiHidden/>
    <w:unhideWhenUsed/>
    <w:rsid w:val="004077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77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773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77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773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1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C18FA-679A-44B4-B4E8-11715CC1D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1353</Words>
  <Characters>8122</Characters>
  <Application>Microsoft Office Word</Application>
  <DocSecurity>0</DocSecurity>
  <Lines>67</Lines>
  <Paragraphs>18</Paragraphs>
  <ScaleCrop>false</ScaleCrop>
  <Company>Hewlett-Packard Company</Company>
  <LinksUpToDate>false</LinksUpToDate>
  <CharactersWithSpaces>9457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Przemysław Maj</cp:lastModifiedBy>
  <cp:revision>11</cp:revision>
  <cp:lastPrinted>2019-02-06T12:12:00Z</cp:lastPrinted>
  <dcterms:created xsi:type="dcterms:W3CDTF">2021-12-08T14:52:00Z</dcterms:created>
  <dcterms:modified xsi:type="dcterms:W3CDTF">2025-11-15T00:27:00Z</dcterms:modified>
</cp:coreProperties>
</file>